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CF40BA" w:rsidR="006E5D65" w:rsidP="002D3375" w:rsidRDefault="00CD6897" w14:paraId="0C41AC36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 w:rsidR="00D8678B">
        <w:rPr>
          <w:rFonts w:ascii="Corbel" w:hAnsi="Corbel"/>
          <w:bCs/>
          <w:i/>
        </w:rPr>
        <w:t xml:space="preserve">Załącznik nr </w:t>
      </w:r>
      <w:r w:rsidRPr="00CF40BA" w:rsidR="006F31E2">
        <w:rPr>
          <w:rFonts w:ascii="Corbel" w:hAnsi="Corbel"/>
          <w:bCs/>
          <w:i/>
        </w:rPr>
        <w:t>1.5</w:t>
      </w:r>
      <w:r w:rsidRPr="00CF40BA" w:rsidR="00D8678B">
        <w:rPr>
          <w:rFonts w:ascii="Corbel" w:hAnsi="Corbel"/>
          <w:bCs/>
          <w:i/>
        </w:rPr>
        <w:t xml:space="preserve"> do Zarządzenia</w:t>
      </w:r>
      <w:r w:rsidRPr="00CF40BA" w:rsidR="002A22BF">
        <w:rPr>
          <w:rFonts w:ascii="Corbel" w:hAnsi="Corbel"/>
          <w:bCs/>
          <w:i/>
        </w:rPr>
        <w:t xml:space="preserve"> Rektora UR </w:t>
      </w:r>
      <w:r w:rsidRPr="00CF40BA">
        <w:rPr>
          <w:rFonts w:ascii="Corbel" w:hAnsi="Corbel"/>
          <w:bCs/>
          <w:i/>
        </w:rPr>
        <w:t xml:space="preserve"> nr </w:t>
      </w:r>
      <w:r w:rsidRPr="00CF40BA" w:rsidR="00F17567">
        <w:rPr>
          <w:rFonts w:ascii="Corbel" w:hAnsi="Corbel"/>
          <w:bCs/>
          <w:i/>
        </w:rPr>
        <w:t>12/2019</w:t>
      </w:r>
    </w:p>
    <w:p w:rsidRPr="00CF40BA" w:rsidR="0085747A" w:rsidP="009C54AE" w:rsidRDefault="0085747A" w14:paraId="4E784A8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F40BA">
        <w:rPr>
          <w:rFonts w:ascii="Corbel" w:hAnsi="Corbel"/>
          <w:b/>
          <w:smallCaps/>
          <w:sz w:val="24"/>
          <w:szCs w:val="24"/>
        </w:rPr>
        <w:t>SYLABUS</w:t>
      </w:r>
    </w:p>
    <w:p w:rsidRPr="00CF40BA" w:rsidR="0085747A" w:rsidP="00EA4832" w:rsidRDefault="0071620A" w14:paraId="77D06F70" w14:textId="5D3DE00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F40BA">
        <w:rPr>
          <w:rFonts w:ascii="Corbel" w:hAnsi="Corbel"/>
          <w:b/>
          <w:smallCaps/>
          <w:sz w:val="24"/>
          <w:szCs w:val="24"/>
        </w:rPr>
        <w:t>dotyczy cyklu kształcenia</w:t>
      </w:r>
      <w:r w:rsidRPr="00CF40BA"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77726">
        <w:rPr>
          <w:rFonts w:ascii="Corbel" w:hAnsi="Corbel"/>
          <w:i/>
          <w:smallCaps/>
          <w:sz w:val="24"/>
          <w:szCs w:val="24"/>
        </w:rPr>
        <w:t>2019-2022</w:t>
      </w:r>
    </w:p>
    <w:p w:rsidRPr="00CF40BA" w:rsidR="00445970" w:rsidP="00603A65" w:rsidRDefault="00603A65" w14:paraId="750A9422" w14:textId="7CED97C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Pr="00CF40BA" w:rsidR="00445970">
        <w:rPr>
          <w:rFonts w:ascii="Corbel" w:hAnsi="Corbel"/>
          <w:sz w:val="20"/>
          <w:szCs w:val="20"/>
        </w:rPr>
        <w:t xml:space="preserve"> </w:t>
      </w:r>
      <w:r w:rsidR="00807CE3">
        <w:rPr>
          <w:rFonts w:ascii="Corbel" w:hAnsi="Corbel"/>
          <w:sz w:val="20"/>
          <w:szCs w:val="20"/>
        </w:rPr>
        <w:t>202</w:t>
      </w:r>
      <w:r w:rsidR="00977726">
        <w:rPr>
          <w:rFonts w:ascii="Corbel" w:hAnsi="Corbel"/>
          <w:sz w:val="20"/>
          <w:szCs w:val="20"/>
        </w:rPr>
        <w:t>1</w:t>
      </w:r>
      <w:r w:rsidR="00807CE3">
        <w:rPr>
          <w:rFonts w:ascii="Corbel" w:hAnsi="Corbel"/>
          <w:sz w:val="20"/>
          <w:szCs w:val="20"/>
        </w:rPr>
        <w:t>/202</w:t>
      </w:r>
      <w:r w:rsidR="00977726">
        <w:rPr>
          <w:rFonts w:ascii="Corbel" w:hAnsi="Corbel"/>
          <w:sz w:val="20"/>
          <w:szCs w:val="20"/>
        </w:rPr>
        <w:t>2</w:t>
      </w:r>
    </w:p>
    <w:p w:rsidRPr="00CF40BA" w:rsidR="0085747A" w:rsidP="009C54AE" w:rsidRDefault="0085747A" w14:paraId="31E1D5D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CF40BA" w:rsidR="0085747A" w:rsidP="009C54AE" w:rsidRDefault="0071620A" w14:paraId="3FD450F9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F40BA">
        <w:rPr>
          <w:rFonts w:ascii="Corbel" w:hAnsi="Corbel"/>
          <w:szCs w:val="24"/>
        </w:rPr>
        <w:t xml:space="preserve">1. </w:t>
      </w:r>
      <w:r w:rsidRPr="00CF40BA" w:rsidR="0085747A">
        <w:rPr>
          <w:rFonts w:ascii="Corbel" w:hAnsi="Corbel"/>
          <w:szCs w:val="24"/>
        </w:rPr>
        <w:t xml:space="preserve">Podstawowe </w:t>
      </w:r>
      <w:r w:rsidRPr="00CF40BA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CF40BA" w:rsidR="0085747A" w:rsidTr="00B819C8" w14:paraId="10F719A0" w14:textId="77777777">
        <w:tc>
          <w:tcPr>
            <w:tcW w:w="2694" w:type="dxa"/>
            <w:vAlign w:val="center"/>
          </w:tcPr>
          <w:p w:rsidRPr="00CF40BA" w:rsidR="0085747A" w:rsidP="009C54AE" w:rsidRDefault="00C05F44" w14:paraId="4F33341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CF40BA" w:rsidR="0085747A" w:rsidP="009C54AE" w:rsidRDefault="00574E95" w14:paraId="7A61B20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Infrastruktura procesów logistycznych</w:t>
            </w:r>
          </w:p>
        </w:tc>
      </w:tr>
      <w:tr w:rsidRPr="00CF40BA" w:rsidR="0085747A" w:rsidTr="00B819C8" w14:paraId="1DA5E010" w14:textId="77777777">
        <w:tc>
          <w:tcPr>
            <w:tcW w:w="2694" w:type="dxa"/>
            <w:vAlign w:val="center"/>
          </w:tcPr>
          <w:p w:rsidRPr="00CF40BA" w:rsidR="0085747A" w:rsidP="009C54AE" w:rsidRDefault="00C05F44" w14:paraId="729EBE6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Kod przedmiotu</w:t>
            </w:r>
            <w:r w:rsidRPr="00CF40BA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CF40BA" w:rsidR="0085747A" w:rsidP="009C54AE" w:rsidRDefault="002450B8" w14:paraId="4EFB66D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F40BA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CF40BA">
              <w:rPr>
                <w:rFonts w:ascii="Corbel" w:hAnsi="Corbel"/>
                <w:b w:val="0"/>
                <w:sz w:val="24"/>
                <w:szCs w:val="24"/>
              </w:rPr>
              <w:t>/C-1.11a</w:t>
            </w:r>
          </w:p>
        </w:tc>
      </w:tr>
      <w:tr w:rsidRPr="00CF40BA" w:rsidR="0085747A" w:rsidTr="00B819C8" w14:paraId="2025334C" w14:textId="77777777">
        <w:tc>
          <w:tcPr>
            <w:tcW w:w="2694" w:type="dxa"/>
            <w:vAlign w:val="center"/>
          </w:tcPr>
          <w:p w:rsidRPr="00CF40BA" w:rsidR="0085747A" w:rsidP="00EA4832" w:rsidRDefault="0017512A" w14:paraId="7F918CFE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</w:t>
            </w:r>
            <w:r w:rsidRPr="00CF40BA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CF40BA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CF40BA" w:rsidR="0085747A" w:rsidP="009C54AE" w:rsidRDefault="0017512A" w14:paraId="0DDADB8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CF40BA" w:rsidR="0085747A" w:rsidTr="00B819C8" w14:paraId="6AC2A31B" w14:textId="77777777">
        <w:tc>
          <w:tcPr>
            <w:tcW w:w="2694" w:type="dxa"/>
            <w:vAlign w:val="center"/>
          </w:tcPr>
          <w:p w:rsidRPr="00CF40BA" w:rsidR="0085747A" w:rsidP="009C54AE" w:rsidRDefault="0085747A" w14:paraId="4E2DAF3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CF40BA" w:rsidR="0085747A" w:rsidP="009C54AE" w:rsidRDefault="00603A65" w14:paraId="49A8C60C" w14:textId="29D479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CF40BA" w:rsidR="0085747A" w:rsidTr="00B819C8" w14:paraId="0A1D50F3" w14:textId="77777777">
        <w:tc>
          <w:tcPr>
            <w:tcW w:w="2694" w:type="dxa"/>
            <w:vAlign w:val="center"/>
          </w:tcPr>
          <w:p w:rsidRPr="00CF40BA" w:rsidR="0085747A" w:rsidP="009C54AE" w:rsidRDefault="0085747A" w14:paraId="47F840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CF40BA" w:rsidR="0085747A" w:rsidP="009C54AE" w:rsidRDefault="007D5448" w14:paraId="19CDE02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CF40BA" w:rsidR="0085747A" w:rsidTr="00B819C8" w14:paraId="00DD4FF8" w14:textId="77777777">
        <w:tc>
          <w:tcPr>
            <w:tcW w:w="2694" w:type="dxa"/>
            <w:vAlign w:val="center"/>
          </w:tcPr>
          <w:p w:rsidRPr="00CF40BA" w:rsidR="0085747A" w:rsidP="009C54AE" w:rsidRDefault="00DE4A14" w14:paraId="21B73BC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CF40BA" w:rsidR="0085747A" w:rsidP="009C54AE" w:rsidRDefault="00603A65" w14:paraId="0D7C9E9B" w14:textId="06AA0C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Pr="00CF40BA" w:rsidR="0085747A" w:rsidTr="00B819C8" w14:paraId="166BF7A7" w14:textId="77777777">
        <w:tc>
          <w:tcPr>
            <w:tcW w:w="2694" w:type="dxa"/>
            <w:vAlign w:val="center"/>
          </w:tcPr>
          <w:p w:rsidRPr="00CF40BA" w:rsidR="0085747A" w:rsidP="009C54AE" w:rsidRDefault="0085747A" w14:paraId="45517E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CF40BA" w:rsidR="0085747A" w:rsidP="009C54AE" w:rsidRDefault="0017512A" w14:paraId="6266A24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F40B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CF40BA" w:rsidR="0085747A" w:rsidTr="00B819C8" w14:paraId="3C6A2E05" w14:textId="77777777">
        <w:tc>
          <w:tcPr>
            <w:tcW w:w="2694" w:type="dxa"/>
            <w:vAlign w:val="center"/>
          </w:tcPr>
          <w:p w:rsidRPr="00CF40BA" w:rsidR="0085747A" w:rsidP="009C54AE" w:rsidRDefault="0085747A" w14:paraId="4708793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BF5B49" w:rsidR="0085747A" w:rsidP="009C54AE" w:rsidRDefault="00BF5B49" w14:paraId="2B1E1722" w14:textId="087549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5B49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Pr="00CF40BA" w:rsidR="0085747A" w:rsidTr="00B819C8" w14:paraId="1FEFB135" w14:textId="77777777">
        <w:tc>
          <w:tcPr>
            <w:tcW w:w="2694" w:type="dxa"/>
            <w:vAlign w:val="center"/>
          </w:tcPr>
          <w:p w:rsidRPr="00CF40BA" w:rsidR="0085747A" w:rsidP="009C54AE" w:rsidRDefault="0085747A" w14:paraId="5074584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Rok i semestr</w:t>
            </w:r>
            <w:r w:rsidRPr="00CF40BA" w:rsidR="0030395F">
              <w:rPr>
                <w:rFonts w:ascii="Corbel" w:hAnsi="Corbel"/>
                <w:sz w:val="24"/>
                <w:szCs w:val="24"/>
              </w:rPr>
              <w:t>/y</w:t>
            </w:r>
            <w:r w:rsidRPr="00CF40B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CF40BA" w:rsidR="0085747A" w:rsidP="009C54AE" w:rsidRDefault="007D5448" w14:paraId="1A6B42D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Pr="00CF40BA" w:rsidR="0085747A" w:rsidTr="00B819C8" w14:paraId="15A921C8" w14:textId="77777777">
        <w:tc>
          <w:tcPr>
            <w:tcW w:w="2694" w:type="dxa"/>
            <w:vAlign w:val="center"/>
          </w:tcPr>
          <w:p w:rsidRPr="00CF40BA" w:rsidR="0085747A" w:rsidP="009C54AE" w:rsidRDefault="0085747A" w14:paraId="496E11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CF40BA" w:rsidR="0085747A" w:rsidP="009C54AE" w:rsidRDefault="0017512A" w14:paraId="1E96AE4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CF40BA" w:rsidR="00923D7D" w:rsidTr="00B819C8" w14:paraId="2589D7D5" w14:textId="77777777">
        <w:tc>
          <w:tcPr>
            <w:tcW w:w="2694" w:type="dxa"/>
            <w:vAlign w:val="center"/>
          </w:tcPr>
          <w:p w:rsidRPr="00CF40BA" w:rsidR="00923D7D" w:rsidP="009C54AE" w:rsidRDefault="00923D7D" w14:paraId="1481A16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CF40BA" w:rsidR="00923D7D" w:rsidP="009C54AE" w:rsidRDefault="00603A65" w14:paraId="4C1A3C58" w14:textId="7DAD1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CF40BA"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CF40BA" w:rsidR="0085747A" w:rsidTr="00B819C8" w14:paraId="0791961F" w14:textId="77777777">
        <w:tc>
          <w:tcPr>
            <w:tcW w:w="2694" w:type="dxa"/>
            <w:vAlign w:val="center"/>
          </w:tcPr>
          <w:p w:rsidRPr="00CF40BA" w:rsidR="0085747A" w:rsidP="009C54AE" w:rsidRDefault="0085747A" w14:paraId="3429D4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CF40BA" w:rsidR="0085747A" w:rsidP="009C54AE" w:rsidRDefault="009C05E0" w14:paraId="43C56A7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Pr="00CF40BA" w:rsidR="0085747A" w:rsidTr="00B819C8" w14:paraId="57BC5DB4" w14:textId="77777777">
        <w:tc>
          <w:tcPr>
            <w:tcW w:w="2694" w:type="dxa"/>
            <w:vAlign w:val="center"/>
          </w:tcPr>
          <w:p w:rsidRPr="00CF40BA" w:rsidR="0085747A" w:rsidP="009C54AE" w:rsidRDefault="0085747A" w14:paraId="7738DCA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CF40BA" w:rsidR="0085747A" w:rsidP="009C54AE" w:rsidRDefault="0074407C" w14:paraId="5B75F81D" w14:textId="6CDD98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CF40BA" w:rsidR="009C05E0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:rsidRPr="00CF40BA" w:rsidR="0085747A" w:rsidP="009C54AE" w:rsidRDefault="0085747A" w14:paraId="7063B52E" w14:textId="172BA9A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 xml:space="preserve">* </w:t>
      </w:r>
      <w:r w:rsidRPr="00CF40BA">
        <w:rPr>
          <w:rFonts w:ascii="Corbel" w:hAnsi="Corbel"/>
          <w:i/>
          <w:sz w:val="24"/>
          <w:szCs w:val="24"/>
        </w:rPr>
        <w:t>-</w:t>
      </w:r>
      <w:r w:rsidRPr="00CF40BA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CF40BA" w:rsidR="00B90885">
        <w:rPr>
          <w:rFonts w:ascii="Corbel" w:hAnsi="Corbel"/>
          <w:b w:val="0"/>
          <w:sz w:val="24"/>
          <w:szCs w:val="24"/>
        </w:rPr>
        <w:t>e,</w:t>
      </w:r>
      <w:r w:rsidR="00807CE3">
        <w:rPr>
          <w:rFonts w:ascii="Corbel" w:hAnsi="Corbel"/>
          <w:b w:val="0"/>
          <w:sz w:val="24"/>
          <w:szCs w:val="24"/>
        </w:rPr>
        <w:t xml:space="preserve"> </w:t>
      </w:r>
      <w:r w:rsidRPr="00CF40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CF40BA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CF40BA" w:rsidR="00923D7D" w:rsidP="009C54AE" w:rsidRDefault="00923D7D" w14:paraId="3C2A8A0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CF40BA" w:rsidR="0085747A" w:rsidP="009C54AE" w:rsidRDefault="0085747A" w14:paraId="46FE83D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>1.</w:t>
      </w:r>
      <w:r w:rsidRPr="00CF40BA" w:rsidR="00E22FBC">
        <w:rPr>
          <w:rFonts w:ascii="Corbel" w:hAnsi="Corbel"/>
          <w:sz w:val="24"/>
          <w:szCs w:val="24"/>
        </w:rPr>
        <w:t>1</w:t>
      </w:r>
      <w:r w:rsidRPr="00CF40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CF40BA" w:rsidR="00923D7D" w:rsidP="009C54AE" w:rsidRDefault="00923D7D" w14:paraId="2D15942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CF40BA" w:rsidR="00015B8F" w:rsidTr="00603A65" w14:paraId="135683E0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F40BA" w:rsidR="00015B8F" w:rsidP="009C54AE" w:rsidRDefault="00015B8F" w14:paraId="2FE127A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Semestr</w:t>
            </w:r>
          </w:p>
          <w:p w:rsidRPr="00CF40BA" w:rsidR="00015B8F" w:rsidP="009C54AE" w:rsidRDefault="002B5EA0" w14:paraId="6BBA43A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(</w:t>
            </w:r>
            <w:r w:rsidRPr="00CF40BA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F40BA" w:rsidR="00015B8F" w:rsidP="009C54AE" w:rsidRDefault="00015B8F" w14:paraId="63C304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Wykł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F40BA" w:rsidR="00015B8F" w:rsidP="009C54AE" w:rsidRDefault="00015B8F" w14:paraId="4B9C65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F40BA" w:rsidR="00015B8F" w:rsidP="009C54AE" w:rsidRDefault="00015B8F" w14:paraId="49F3583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Konw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F40BA" w:rsidR="00015B8F" w:rsidP="009C54AE" w:rsidRDefault="00015B8F" w14:paraId="178CB6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F40BA" w:rsidR="00015B8F" w:rsidP="009C54AE" w:rsidRDefault="00015B8F" w14:paraId="0C465D1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Sem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F40BA" w:rsidR="00015B8F" w:rsidP="009C54AE" w:rsidRDefault="00015B8F" w14:paraId="026DC36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F40BA" w:rsidR="00015B8F" w:rsidP="009C54AE" w:rsidRDefault="00015B8F" w14:paraId="47ECFE0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Prakt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F40BA" w:rsidR="00015B8F" w:rsidP="009C54AE" w:rsidRDefault="00015B8F" w14:paraId="69DB6A8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F40BA" w:rsidR="00015B8F" w:rsidP="009C54AE" w:rsidRDefault="00015B8F" w14:paraId="2192AF2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F40BA">
              <w:rPr>
                <w:rFonts w:ascii="Corbel" w:hAnsi="Corbel"/>
                <w:b/>
                <w:szCs w:val="24"/>
              </w:rPr>
              <w:t>Liczba pkt</w:t>
            </w:r>
            <w:r w:rsidRPr="00CF40BA" w:rsidR="00B90885">
              <w:rPr>
                <w:rFonts w:ascii="Corbel" w:hAnsi="Corbel"/>
                <w:b/>
                <w:szCs w:val="24"/>
              </w:rPr>
              <w:t>.</w:t>
            </w:r>
            <w:r w:rsidRPr="00CF40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CF40BA" w:rsidR="00015B8F" w:rsidTr="00603A65" w14:paraId="729F23C5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F40BA" w:rsidR="00015B8F" w:rsidP="009C54AE" w:rsidRDefault="009C7A72" w14:paraId="790DE2E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F40BA" w:rsidR="00015B8F" w:rsidP="009C54AE" w:rsidRDefault="00BF5B49" w14:paraId="24C63FB6" w14:textId="06279C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F40BA" w:rsidR="00015B8F" w:rsidP="009C54AE" w:rsidRDefault="00BF5B49" w14:paraId="6486FEC2" w14:textId="09B739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F40BA" w:rsidR="00015B8F" w:rsidP="009C54AE" w:rsidRDefault="00015B8F" w14:paraId="29E849E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F40BA" w:rsidR="00015B8F" w:rsidP="009C54AE" w:rsidRDefault="00015B8F" w14:paraId="4F68965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F40BA" w:rsidR="00015B8F" w:rsidP="009C54AE" w:rsidRDefault="00015B8F" w14:paraId="7A5D270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F40BA" w:rsidR="00015B8F" w:rsidP="009C54AE" w:rsidRDefault="00015B8F" w14:paraId="62AF2F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F40BA" w:rsidR="00015B8F" w:rsidP="009C54AE" w:rsidRDefault="00015B8F" w14:paraId="75ACFB2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F40BA" w:rsidR="00015B8F" w:rsidP="009C54AE" w:rsidRDefault="00015B8F" w14:paraId="082B39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F40BA" w:rsidR="00015B8F" w:rsidP="009C54AE" w:rsidRDefault="009C7A72" w14:paraId="7D459CD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CF40BA" w:rsidR="00923D7D" w:rsidP="009C54AE" w:rsidRDefault="00923D7D" w14:paraId="3A6517B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CF40BA" w:rsidR="00923D7D" w:rsidP="009C54AE" w:rsidRDefault="00923D7D" w14:paraId="534C5B24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CF40BA" w:rsidR="0085747A" w:rsidP="00F83B28" w:rsidRDefault="0085747A" w14:paraId="335157B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>1.</w:t>
      </w:r>
      <w:r w:rsidRPr="00CF40BA" w:rsidR="00E22FBC">
        <w:rPr>
          <w:rFonts w:ascii="Corbel" w:hAnsi="Corbel"/>
          <w:smallCaps w:val="0"/>
          <w:szCs w:val="24"/>
        </w:rPr>
        <w:t>2</w:t>
      </w:r>
      <w:r w:rsidRPr="00CF40BA" w:rsidR="00F83B28">
        <w:rPr>
          <w:rFonts w:ascii="Corbel" w:hAnsi="Corbel"/>
          <w:smallCaps w:val="0"/>
          <w:szCs w:val="24"/>
        </w:rPr>
        <w:t>.</w:t>
      </w:r>
      <w:r w:rsidRPr="00CF40BA" w:rsidR="00F83B28">
        <w:rPr>
          <w:rFonts w:ascii="Corbel" w:hAnsi="Corbel"/>
          <w:smallCaps w:val="0"/>
          <w:szCs w:val="24"/>
        </w:rPr>
        <w:tab/>
      </w:r>
      <w:r w:rsidRPr="00CF40BA">
        <w:rPr>
          <w:rFonts w:ascii="Corbel" w:hAnsi="Corbel"/>
          <w:smallCaps w:val="0"/>
          <w:szCs w:val="24"/>
        </w:rPr>
        <w:t xml:space="preserve">Sposób realizacji zajęć  </w:t>
      </w:r>
    </w:p>
    <w:p w:rsidR="006C694B" w:rsidP="006C694B" w:rsidRDefault="006C694B" w14:paraId="732C6868" w14:textId="47B930B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:rsidRPr="006C694B" w:rsidR="006C694B" w:rsidP="006C694B" w:rsidRDefault="006C694B" w14:paraId="09AE4D0E" w14:textId="77777777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6C694B">
        <w:rPr>
          <w:rStyle w:val="normaltextrun"/>
          <w:rFonts w:ascii="Segoe UI Symbol" w:hAnsi="Segoe UI Symbol" w:eastAsia="MS Gothic" w:cs="Segoe UI Symbol"/>
          <w:smallCaps w:val="0"/>
          <w:szCs w:val="24"/>
        </w:rPr>
        <w:t>☐</w:t>
      </w:r>
      <w:r w:rsidRPr="006C694B">
        <w:rPr>
          <w:rStyle w:val="normaltextrun"/>
          <w:rFonts w:ascii="Corbel" w:hAnsi="Corbel" w:cs="Segoe UI"/>
          <w:smallCaps w:val="0"/>
          <w:szCs w:val="24"/>
        </w:rPr>
        <w:t> </w:t>
      </w:r>
      <w:r w:rsidRPr="006C694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C694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:rsidRPr="00CF40BA" w:rsidR="0085747A" w:rsidP="009C54AE" w:rsidRDefault="0085747A" w14:paraId="486163C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CF40BA" w:rsidR="00E22FBC" w:rsidP="00F83B28" w:rsidRDefault="00E22FBC" w14:paraId="5B3CADE4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1.3 </w:t>
      </w:r>
      <w:r w:rsidRPr="00CF40BA" w:rsidR="00F83B28">
        <w:rPr>
          <w:rFonts w:ascii="Corbel" w:hAnsi="Corbel"/>
          <w:smallCaps w:val="0"/>
          <w:szCs w:val="24"/>
        </w:rPr>
        <w:tab/>
      </w:r>
      <w:r w:rsidRPr="00CF40BA">
        <w:rPr>
          <w:rFonts w:ascii="Corbel" w:hAnsi="Corbel"/>
          <w:smallCaps w:val="0"/>
          <w:szCs w:val="24"/>
        </w:rPr>
        <w:t>For</w:t>
      </w:r>
      <w:r w:rsidRPr="00CF40BA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CF40BA">
        <w:rPr>
          <w:rFonts w:ascii="Corbel" w:hAnsi="Corbel"/>
          <w:smallCaps w:val="0"/>
          <w:szCs w:val="24"/>
        </w:rPr>
        <w:t xml:space="preserve"> (z toku) </w:t>
      </w:r>
      <w:r w:rsidRPr="00CF40B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CF40BA" w:rsidR="009C54AE" w:rsidP="009C54AE" w:rsidRDefault="006C694B" w14:paraId="41E7E84F" w14:textId="5E778D22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F40BA">
        <w:rPr>
          <w:rFonts w:ascii="Corbel" w:hAnsi="Corbel"/>
          <w:b w:val="0"/>
          <w:smallCaps w:val="0"/>
          <w:szCs w:val="24"/>
        </w:rPr>
        <w:t>egzamin</w:t>
      </w:r>
    </w:p>
    <w:p w:rsidRPr="00CF40BA" w:rsidR="00E960BB" w:rsidP="009C54AE" w:rsidRDefault="00E960BB" w14:paraId="78C7E86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CF40BA" w:rsidR="00E960BB" w:rsidP="009C54AE" w:rsidRDefault="0085747A" w14:paraId="282C939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CF40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CF40BA" w:rsidR="0085747A" w:rsidTr="00745302" w14:paraId="78EA6A91" w14:textId="77777777">
        <w:tc>
          <w:tcPr>
            <w:tcW w:w="9670" w:type="dxa"/>
          </w:tcPr>
          <w:p w:rsidRPr="00CF40BA" w:rsidR="0085747A" w:rsidP="00810481" w:rsidRDefault="00810481" w14:paraId="5127A4CF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zarządzaniem. Częściowa znajomość zagadnień realizowanych w ramach marketingu.</w:t>
            </w:r>
          </w:p>
        </w:tc>
      </w:tr>
    </w:tbl>
    <w:p w:rsidRPr="00CF40BA" w:rsidR="00153C41" w:rsidP="009C54AE" w:rsidRDefault="00153C41" w14:paraId="540746E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F40BA" w:rsidR="0085747A" w:rsidP="009C54AE" w:rsidRDefault="0071620A" w14:paraId="3638842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CF40BA">
        <w:rPr>
          <w:rFonts w:ascii="Corbel" w:hAnsi="Corbel"/>
          <w:szCs w:val="24"/>
        </w:rPr>
        <w:t>3.</w:t>
      </w:r>
      <w:r w:rsidRPr="00CF40BA" w:rsidR="00A84C85">
        <w:rPr>
          <w:rFonts w:ascii="Corbel" w:hAnsi="Corbel"/>
          <w:szCs w:val="24"/>
        </w:rPr>
        <w:t>cele, efekty uczenia się</w:t>
      </w:r>
      <w:r w:rsidRPr="00CF40BA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F40BA" w:rsidR="0085747A" w:rsidP="009C54AE" w:rsidRDefault="0085747A" w14:paraId="3132C3C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F40BA" w:rsidR="0085747A" w:rsidP="009C54AE" w:rsidRDefault="0071620A" w14:paraId="038C990F" w14:textId="77777777">
      <w:pPr>
        <w:pStyle w:val="Podpunkty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lastRenderedPageBreak/>
        <w:t xml:space="preserve">3.1 </w:t>
      </w:r>
      <w:r w:rsidRPr="00CF40BA" w:rsidR="00C05F44">
        <w:rPr>
          <w:rFonts w:ascii="Corbel" w:hAnsi="Corbel"/>
          <w:sz w:val="24"/>
          <w:szCs w:val="24"/>
        </w:rPr>
        <w:t>Cele przedmiotu</w:t>
      </w:r>
    </w:p>
    <w:p w:rsidRPr="00CF40BA" w:rsidR="00F83B28" w:rsidP="009C54AE" w:rsidRDefault="00F83B28" w14:paraId="43D8950A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CF40BA" w:rsidR="00810481" w:rsidTr="00810481" w14:paraId="391ADEB7" w14:textId="77777777">
        <w:tc>
          <w:tcPr>
            <w:tcW w:w="845" w:type="dxa"/>
            <w:vAlign w:val="center"/>
          </w:tcPr>
          <w:p w:rsidRPr="00CF40BA" w:rsidR="00810481" w:rsidP="00810481" w:rsidRDefault="00810481" w14:paraId="66DA6A2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CF40BA" w:rsidR="00810481" w:rsidP="00810481" w:rsidRDefault="00810481" w14:paraId="6426A1D2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rolą, jaką odgrywa logistyka w kształtowaniu zmian w gospodarce </w:t>
            </w:r>
          </w:p>
        </w:tc>
      </w:tr>
      <w:tr w:rsidRPr="00CF40BA" w:rsidR="00810481" w:rsidTr="00810481" w14:paraId="57B9396B" w14:textId="77777777">
        <w:tc>
          <w:tcPr>
            <w:tcW w:w="845" w:type="dxa"/>
            <w:vAlign w:val="center"/>
          </w:tcPr>
          <w:p w:rsidRPr="00CF40BA" w:rsidR="00810481" w:rsidP="00810481" w:rsidRDefault="00810481" w14:paraId="56DEDBC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CF40BA" w:rsidR="00810481" w:rsidP="00810481" w:rsidRDefault="00810481" w14:paraId="3EA1940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Uświadomienie studentom ważności problematyki związanej z procesami logistycznymi w przedsiębiorstwach</w:t>
            </w:r>
          </w:p>
        </w:tc>
      </w:tr>
      <w:tr w:rsidRPr="00CF40BA" w:rsidR="00810481" w:rsidTr="00810481" w14:paraId="70BD32BE" w14:textId="77777777">
        <w:tc>
          <w:tcPr>
            <w:tcW w:w="845" w:type="dxa"/>
            <w:vAlign w:val="center"/>
          </w:tcPr>
          <w:p w:rsidRPr="00CF40BA" w:rsidR="00810481" w:rsidP="00810481" w:rsidRDefault="00810481" w14:paraId="77DCAC6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Pr="00CF40BA" w:rsidR="00810481" w:rsidP="00810481" w:rsidRDefault="00810481" w14:paraId="67CE4F1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Nabycie umiejętności z zakresu zarządzania zapasami w łańcuchu logistycznym oraz roli infrastruktury logistycznej</w:t>
            </w:r>
          </w:p>
        </w:tc>
      </w:tr>
    </w:tbl>
    <w:p w:rsidRPr="00CF40BA" w:rsidR="0085747A" w:rsidP="009C54AE" w:rsidRDefault="0085747A" w14:paraId="255099D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CF40BA" w:rsidR="001D7B54" w:rsidP="009C54AE" w:rsidRDefault="009F4610" w14:paraId="202B6A0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 xml:space="preserve">3.2 </w:t>
      </w:r>
      <w:r w:rsidRPr="00CF40BA" w:rsidR="001D7B54">
        <w:rPr>
          <w:rFonts w:ascii="Corbel" w:hAnsi="Corbel"/>
          <w:b/>
          <w:sz w:val="24"/>
          <w:szCs w:val="24"/>
        </w:rPr>
        <w:t xml:space="preserve">Efekty </w:t>
      </w:r>
      <w:r w:rsidRPr="00CF40BA" w:rsidR="00C05F44">
        <w:rPr>
          <w:rFonts w:ascii="Corbel" w:hAnsi="Corbel"/>
          <w:b/>
          <w:sz w:val="24"/>
          <w:szCs w:val="24"/>
        </w:rPr>
        <w:t xml:space="preserve">uczenia się </w:t>
      </w:r>
      <w:r w:rsidRPr="00CF40BA" w:rsidR="001D7B54">
        <w:rPr>
          <w:rFonts w:ascii="Corbel" w:hAnsi="Corbel"/>
          <w:b/>
          <w:sz w:val="24"/>
          <w:szCs w:val="24"/>
        </w:rPr>
        <w:t>dla przedmiotu</w:t>
      </w:r>
    </w:p>
    <w:p w:rsidRPr="00CF40BA" w:rsidR="001D7B54" w:rsidP="009C54AE" w:rsidRDefault="001D7B54" w14:paraId="3C9092D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CF40BA" w:rsidR="0085747A" w:rsidTr="02C776BB" w14:paraId="521ECB6A" w14:textId="77777777">
        <w:tc>
          <w:tcPr>
            <w:tcW w:w="1701" w:type="dxa"/>
            <w:vAlign w:val="center"/>
          </w:tcPr>
          <w:p w:rsidRPr="00CF40BA" w:rsidR="0085747A" w:rsidP="009C54AE" w:rsidRDefault="0085747A" w14:paraId="115D662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smallCaps w:val="0"/>
                <w:szCs w:val="24"/>
              </w:rPr>
              <w:t>EK</w:t>
            </w:r>
            <w:r w:rsidRPr="00CF40BA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CF40BA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CF40BA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CF40BA" w:rsidR="0085747A" w:rsidP="00C05F44" w:rsidRDefault="0085747A" w14:paraId="47255E5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CF40BA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CF40BA" w:rsidR="0085747A" w:rsidP="00C05F44" w:rsidRDefault="0085747A" w14:paraId="7FA0AD2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F40BA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CF40BA" w:rsidR="0085747A" w:rsidTr="02C776BB" w14:paraId="40542638" w14:textId="77777777">
        <w:tc>
          <w:tcPr>
            <w:tcW w:w="1701" w:type="dxa"/>
          </w:tcPr>
          <w:p w:rsidRPr="00CF40BA" w:rsidR="0085747A" w:rsidP="009C54AE" w:rsidRDefault="00603A65" w14:paraId="026E883D" w14:textId="0CD856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F40BA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Pr="00603A65" w:rsidR="0085747A" w:rsidP="00603A65" w:rsidRDefault="00603A65" w14:paraId="656D40C2" w14:textId="722338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Z</w:t>
            </w:r>
            <w:r w:rsidRPr="00603A65" w:rsidR="00F165B5">
              <w:rPr>
                <w:rFonts w:ascii="Corbel" w:hAnsi="Corbel"/>
                <w:b w:val="0"/>
                <w:smallCaps w:val="0"/>
              </w:rPr>
              <w:t>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603A65" w:rsidR="00F165B5">
              <w:rPr>
                <w:rFonts w:ascii="Corbel" w:hAnsi="Corbel"/>
                <w:b w:val="0"/>
                <w:smallCaps w:val="0"/>
              </w:rPr>
              <w:t xml:space="preserve">i rozumie podstawowe pojęcia z zakresu </w:t>
            </w:r>
            <w:r w:rsidRPr="00603A65" w:rsidR="00D4310D">
              <w:rPr>
                <w:rFonts w:ascii="Corbel" w:hAnsi="Corbel"/>
                <w:b w:val="0"/>
                <w:smallCaps w:val="0"/>
              </w:rPr>
              <w:t>logistyki</w:t>
            </w:r>
          </w:p>
        </w:tc>
        <w:tc>
          <w:tcPr>
            <w:tcW w:w="1873" w:type="dxa"/>
          </w:tcPr>
          <w:p w:rsidRPr="00603A65" w:rsidR="0085747A" w:rsidP="00E24BDE" w:rsidRDefault="00C7353B" w14:paraId="2B5A3FF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  <w:t>K_W01</w:t>
            </w:r>
          </w:p>
        </w:tc>
      </w:tr>
      <w:tr w:rsidRPr="00CF40BA" w:rsidR="0085747A" w:rsidTr="02C776BB" w14:paraId="73FE17A1" w14:textId="77777777">
        <w:tc>
          <w:tcPr>
            <w:tcW w:w="1701" w:type="dxa"/>
          </w:tcPr>
          <w:p w:rsidRPr="00CF40BA" w:rsidR="0085747A" w:rsidP="009C54AE" w:rsidRDefault="0085747A" w14:paraId="774AFD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603A65" w:rsidR="0085747A" w:rsidP="00603A65" w:rsidRDefault="00603A65" w14:paraId="12DD72BE" w14:textId="6E82A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Z</w:t>
            </w:r>
            <w:r w:rsidRPr="00603A65" w:rsidR="00812E2B">
              <w:rPr>
                <w:rFonts w:ascii="Corbel" w:hAnsi="Corbel"/>
                <w:b w:val="0"/>
                <w:smallCaps w:val="0"/>
              </w:rPr>
              <w:t>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603A65" w:rsidR="00F165B5">
              <w:rPr>
                <w:rFonts w:ascii="Corbel" w:hAnsi="Corbel"/>
                <w:b w:val="0"/>
                <w:smallCaps w:val="0"/>
              </w:rPr>
              <w:t xml:space="preserve">procesy zmian struktur </w:t>
            </w:r>
            <w:r w:rsidRPr="00603A65" w:rsidR="00D4310D">
              <w:rPr>
                <w:rFonts w:ascii="Corbel" w:hAnsi="Corbel"/>
                <w:b w:val="0"/>
                <w:smallCaps w:val="0"/>
              </w:rPr>
              <w:t>logistycznych</w:t>
            </w:r>
            <w:r w:rsidRPr="00603A65" w:rsidR="00F165B5">
              <w:rPr>
                <w:rFonts w:ascii="Corbel" w:hAnsi="Corbel"/>
                <w:b w:val="0"/>
                <w:smallCaps w:val="0"/>
              </w:rPr>
              <w:t xml:space="preserve"> oraz określa ich przyczyny, przebieg i konsekwencje</w:t>
            </w:r>
          </w:p>
        </w:tc>
        <w:tc>
          <w:tcPr>
            <w:tcW w:w="1873" w:type="dxa"/>
          </w:tcPr>
          <w:p w:rsidRPr="00603A65" w:rsidR="0085747A" w:rsidP="00E24BDE" w:rsidRDefault="00C7353B" w14:paraId="5487ACD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  <w:t>K_W06</w:t>
            </w:r>
          </w:p>
        </w:tc>
      </w:tr>
      <w:tr w:rsidRPr="00CF40BA" w:rsidR="0085747A" w:rsidTr="02C776BB" w14:paraId="31BB7563" w14:textId="77777777">
        <w:tc>
          <w:tcPr>
            <w:tcW w:w="1701" w:type="dxa"/>
          </w:tcPr>
          <w:p w:rsidRPr="00CF40BA" w:rsidR="0085747A" w:rsidP="009C54AE" w:rsidRDefault="0085747A" w14:paraId="75DD7A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CF40BA" w:rsidR="00F165B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Pr="00603A65" w:rsidR="0085747A" w:rsidP="00603A65" w:rsidRDefault="00603A65" w14:paraId="4CBC8899" w14:textId="7D968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Z</w:t>
            </w:r>
            <w:r w:rsidRPr="00603A65" w:rsidR="00812E2B">
              <w:rPr>
                <w:rFonts w:ascii="Corbel" w:hAnsi="Corbel"/>
                <w:b w:val="0"/>
                <w:smallCaps w:val="0"/>
              </w:rPr>
              <w:t>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603A65" w:rsidR="005152F7">
              <w:rPr>
                <w:rFonts w:ascii="Corbel" w:hAnsi="Corbel"/>
                <w:b w:val="0"/>
                <w:smallCaps w:val="0"/>
              </w:rPr>
              <w:t xml:space="preserve">wzajemne relacje pomiędzy organizacjami, a także ich oddziaływanie na zmiany struktur </w:t>
            </w:r>
            <w:r w:rsidRPr="00603A65" w:rsidR="00D4310D">
              <w:rPr>
                <w:rFonts w:ascii="Corbel" w:hAnsi="Corbel"/>
                <w:b w:val="0"/>
                <w:smallCaps w:val="0"/>
              </w:rPr>
              <w:t>logistycznych</w:t>
            </w:r>
          </w:p>
        </w:tc>
        <w:tc>
          <w:tcPr>
            <w:tcW w:w="1873" w:type="dxa"/>
          </w:tcPr>
          <w:p w:rsidRPr="00603A65" w:rsidR="0085747A" w:rsidP="00E24BDE" w:rsidRDefault="00C7353B" w14:paraId="77D1411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  <w:t>K_W07</w:t>
            </w:r>
          </w:p>
        </w:tc>
      </w:tr>
      <w:tr w:rsidRPr="00CF40BA" w:rsidR="00C7353B" w:rsidTr="02C776BB" w14:paraId="55243A0E" w14:textId="77777777">
        <w:tc>
          <w:tcPr>
            <w:tcW w:w="1701" w:type="dxa"/>
          </w:tcPr>
          <w:p w:rsidRPr="00CF40BA" w:rsidR="00C7353B" w:rsidP="009C54AE" w:rsidRDefault="00F165B5" w14:paraId="7F9323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Pr="00603A65" w:rsidR="00C7353B" w:rsidP="00603A65" w:rsidRDefault="00603A65" w14:paraId="4AB3384E" w14:textId="40A3B4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P</w:t>
            </w:r>
            <w:r w:rsidRPr="00603A65" w:rsidR="00812E2B">
              <w:rPr>
                <w:rFonts w:ascii="Corbel" w:hAnsi="Corbel"/>
                <w:b w:val="0"/>
                <w:smallCaps w:val="0"/>
              </w:rPr>
              <w:t>otrafi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603A65" w:rsidR="005152F7">
              <w:rPr>
                <w:rFonts w:ascii="Corbel" w:hAnsi="Corbel"/>
                <w:b w:val="0"/>
                <w:smallCaps w:val="0"/>
              </w:rPr>
              <w:t xml:space="preserve">analizować przyczyny i oceniać przebieg zjawisk </w:t>
            </w:r>
            <w:r w:rsidRPr="00603A65" w:rsidR="00D4310D">
              <w:rPr>
                <w:rFonts w:ascii="Corbel" w:hAnsi="Corbel"/>
                <w:b w:val="0"/>
                <w:smallCaps w:val="0"/>
              </w:rPr>
              <w:t>logistycznych</w:t>
            </w:r>
            <w:r w:rsidRPr="00603A65" w:rsidR="005152F7">
              <w:rPr>
                <w:rFonts w:ascii="Corbel" w:hAnsi="Corbel"/>
                <w:b w:val="0"/>
                <w:smallCaps w:val="0"/>
              </w:rPr>
              <w:t xml:space="preserve"> w warunkach nie w pełni przewidywalnych</w:t>
            </w:r>
          </w:p>
        </w:tc>
        <w:tc>
          <w:tcPr>
            <w:tcW w:w="1873" w:type="dxa"/>
          </w:tcPr>
          <w:p w:rsidRPr="00603A65" w:rsidR="00C7353B" w:rsidP="00E24BDE" w:rsidRDefault="00C7353B" w14:paraId="5883D8E2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  <w:t>K_U04</w:t>
            </w:r>
          </w:p>
        </w:tc>
      </w:tr>
      <w:tr w:rsidRPr="00CF40BA" w:rsidR="00C7353B" w:rsidTr="02C776BB" w14:paraId="3F9AFC44" w14:textId="77777777">
        <w:tc>
          <w:tcPr>
            <w:tcW w:w="1701" w:type="dxa"/>
          </w:tcPr>
          <w:p w:rsidRPr="00CF40BA" w:rsidR="00C7353B" w:rsidP="009C54AE" w:rsidRDefault="00F165B5" w14:paraId="69D410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Pr="00603A65" w:rsidR="00C7353B" w:rsidP="00603A65" w:rsidRDefault="00603A65" w14:paraId="0793F557" w14:textId="1F2132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P</w:t>
            </w:r>
            <w:r w:rsidRPr="00603A65" w:rsidR="00812E2B">
              <w:rPr>
                <w:rFonts w:ascii="Corbel" w:hAnsi="Corbel"/>
                <w:b w:val="0"/>
                <w:smallCaps w:val="0"/>
              </w:rPr>
              <w:t>otrafi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603A65" w:rsidR="005152F7">
              <w:rPr>
                <w:rFonts w:ascii="Corbel" w:hAnsi="Corbel"/>
                <w:b w:val="0"/>
                <w:smallCaps w:val="0"/>
              </w:rPr>
              <w:t xml:space="preserve">komunikować się z otoczeniem z użyciem specjalistycznej terminologii z zakresu </w:t>
            </w:r>
            <w:r w:rsidRPr="00603A65" w:rsidR="00D4310D">
              <w:rPr>
                <w:rFonts w:ascii="Corbel" w:hAnsi="Corbel"/>
                <w:b w:val="0"/>
                <w:smallCaps w:val="0"/>
              </w:rPr>
              <w:t>logistyki</w:t>
            </w:r>
            <w:r w:rsidRPr="00603A65" w:rsidR="005152F7">
              <w:rPr>
                <w:rFonts w:ascii="Corbel" w:hAnsi="Corbel"/>
                <w:b w:val="0"/>
                <w:smallCaps w:val="0"/>
              </w:rPr>
              <w:t>, w tym przedstawiać i oceniać różne opinie i stanowiska oraz dyskutować o nich</w:t>
            </w:r>
          </w:p>
        </w:tc>
        <w:tc>
          <w:tcPr>
            <w:tcW w:w="1873" w:type="dxa"/>
          </w:tcPr>
          <w:p w:rsidRPr="00603A65" w:rsidR="00C7353B" w:rsidP="00E24BDE" w:rsidRDefault="00C7353B" w14:paraId="5237BEAE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  <w:t>K_U07</w:t>
            </w:r>
          </w:p>
        </w:tc>
      </w:tr>
      <w:tr w:rsidRPr="00CF40BA" w:rsidR="00C7353B" w:rsidTr="02C776BB" w14:paraId="350671B3" w14:textId="77777777">
        <w:tc>
          <w:tcPr>
            <w:tcW w:w="1701" w:type="dxa"/>
          </w:tcPr>
          <w:p w:rsidRPr="00CF40BA" w:rsidR="00C7353B" w:rsidP="009C54AE" w:rsidRDefault="00F165B5" w14:paraId="37CC9B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Pr="00603A65" w:rsidR="00C7353B" w:rsidP="00603A65" w:rsidRDefault="00603A65" w14:paraId="3F75DBA2" w14:textId="76270A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P</w:t>
            </w:r>
            <w:r w:rsidRPr="00603A65" w:rsidR="00812E2B">
              <w:rPr>
                <w:rFonts w:ascii="Corbel" w:hAnsi="Corbel"/>
                <w:b w:val="0"/>
                <w:smallCaps w:val="0"/>
              </w:rPr>
              <w:t>otrafi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603A65" w:rsidR="005152F7">
              <w:rPr>
                <w:rFonts w:ascii="Corbel" w:hAnsi="Corbel"/>
                <w:b w:val="0"/>
                <w:smallCaps w:val="0"/>
              </w:rPr>
              <w:t xml:space="preserve">przygotować prace pisemne oraz wystąpienia ustne w języku polskim z wykorzystaniem technik multimedialnych dotyczących problemów </w:t>
            </w:r>
            <w:r w:rsidRPr="00603A65" w:rsidR="00D4310D">
              <w:rPr>
                <w:rFonts w:ascii="Corbel" w:hAnsi="Corbel"/>
                <w:b w:val="0"/>
                <w:smallCaps w:val="0"/>
              </w:rPr>
              <w:t>logistycznych</w:t>
            </w:r>
          </w:p>
        </w:tc>
        <w:tc>
          <w:tcPr>
            <w:tcW w:w="1873" w:type="dxa"/>
          </w:tcPr>
          <w:p w:rsidRPr="00603A65" w:rsidR="00C7353B" w:rsidP="00E24BDE" w:rsidRDefault="00C7353B" w14:paraId="2777ABCC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  <w:t>K_U08</w:t>
            </w:r>
          </w:p>
        </w:tc>
      </w:tr>
      <w:tr w:rsidRPr="00CF40BA" w:rsidR="00C7353B" w:rsidTr="02C776BB" w14:paraId="72B800BB" w14:textId="77777777">
        <w:tc>
          <w:tcPr>
            <w:tcW w:w="1701" w:type="dxa"/>
          </w:tcPr>
          <w:p w:rsidRPr="00CF40BA" w:rsidR="00C7353B" w:rsidP="009C54AE" w:rsidRDefault="00F165B5" w14:paraId="5344A9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Pr="00603A65" w:rsidR="00C7353B" w:rsidP="02C776BB" w:rsidRDefault="00603A65" w14:paraId="0C28A784" w14:textId="581A6F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2C776BB">
              <w:rPr>
                <w:rFonts w:ascii="Corbel" w:hAnsi="Corbel"/>
                <w:b w:val="0"/>
                <w:smallCaps w:val="0"/>
              </w:rPr>
              <w:t>P</w:t>
            </w:r>
            <w:r w:rsidRPr="02C776BB" w:rsidR="00812E2B">
              <w:rPr>
                <w:rFonts w:ascii="Corbel" w:hAnsi="Corbel"/>
                <w:b w:val="0"/>
                <w:smallCaps w:val="0"/>
              </w:rPr>
              <w:t>otrafi</w:t>
            </w:r>
            <w:r w:rsidRPr="02C776B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2C776BB" w:rsidR="005152F7">
              <w:rPr>
                <w:rFonts w:ascii="Corbel" w:hAnsi="Corbel"/>
                <w:b w:val="0"/>
                <w:smallCaps w:val="0"/>
              </w:rPr>
              <w:t>planować i organizować pracę indywidualną oraz  pracować w grupie</w:t>
            </w:r>
            <w:r w:rsidRPr="02C776BB" w:rsidR="0F8CF38A">
              <w:rPr>
                <w:rFonts w:ascii="Corbel" w:hAnsi="Corbel"/>
                <w:b w:val="0"/>
                <w:smallCaps w:val="0"/>
              </w:rPr>
              <w:t xml:space="preserve"> nad zadanymi zadaniami z zakresu logistyki</w:t>
            </w:r>
          </w:p>
        </w:tc>
        <w:tc>
          <w:tcPr>
            <w:tcW w:w="1873" w:type="dxa"/>
          </w:tcPr>
          <w:p w:rsidRPr="00603A65" w:rsidR="00C7353B" w:rsidP="00E24BDE" w:rsidRDefault="00C7353B" w14:paraId="0EAF3604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  <w:t>K_U10</w:t>
            </w:r>
          </w:p>
        </w:tc>
      </w:tr>
      <w:tr w:rsidRPr="00CF40BA" w:rsidR="00C7353B" w:rsidTr="02C776BB" w14:paraId="63DC1745" w14:textId="77777777">
        <w:tc>
          <w:tcPr>
            <w:tcW w:w="1701" w:type="dxa"/>
          </w:tcPr>
          <w:p w:rsidRPr="00CF40BA" w:rsidR="00C7353B" w:rsidP="009C54AE" w:rsidRDefault="00F165B5" w14:paraId="1800F88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Pr="00603A65" w:rsidR="00C7353B" w:rsidP="00603A65" w:rsidRDefault="00603A65" w14:paraId="784A15FF" w14:textId="52CFEB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J</w:t>
            </w:r>
            <w:r w:rsidRPr="00603A65" w:rsidR="005152F7">
              <w:rPr>
                <w:rFonts w:ascii="Corbel" w:hAnsi="Corbel"/>
                <w:b w:val="0"/>
                <w:smallCaps w:val="0"/>
              </w:rPr>
              <w:t>est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603A65" w:rsidR="005152F7">
              <w:rPr>
                <w:rFonts w:ascii="Corbel" w:hAnsi="Corbel"/>
                <w:b w:val="0"/>
                <w:smallCaps w:val="0"/>
              </w:rPr>
              <w:t xml:space="preserve">gotów do krytycznej oceny posiadanej wiedzy </w:t>
            </w:r>
            <w:r w:rsidRPr="00603A65" w:rsidR="00D4310D">
              <w:rPr>
                <w:rFonts w:ascii="Corbel" w:hAnsi="Corbel"/>
                <w:b w:val="0"/>
                <w:smallCaps w:val="0"/>
              </w:rPr>
              <w:t xml:space="preserve">z zakresu logistyki </w:t>
            </w:r>
            <w:r w:rsidRPr="00603A65" w:rsidR="005152F7">
              <w:rPr>
                <w:rFonts w:ascii="Corbel" w:hAnsi="Corbel"/>
                <w:b w:val="0"/>
                <w:smallCaps w:val="0"/>
              </w:rPr>
              <w:t>oraz  ciągłego poznawania zmieniających się warunków gospodarowania</w:t>
            </w:r>
          </w:p>
        </w:tc>
        <w:tc>
          <w:tcPr>
            <w:tcW w:w="1873" w:type="dxa"/>
          </w:tcPr>
          <w:p w:rsidRPr="00603A65" w:rsidR="00C7353B" w:rsidP="00E24BDE" w:rsidRDefault="00C7353B" w14:paraId="4D3ACD20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  <w:t>K_K01</w:t>
            </w:r>
          </w:p>
        </w:tc>
      </w:tr>
      <w:tr w:rsidRPr="00CF40BA" w:rsidR="00C7353B" w:rsidTr="02C776BB" w14:paraId="6D5A4B6D" w14:textId="77777777">
        <w:tc>
          <w:tcPr>
            <w:tcW w:w="1701" w:type="dxa"/>
          </w:tcPr>
          <w:p w:rsidRPr="00CF40BA" w:rsidR="00C7353B" w:rsidP="009C54AE" w:rsidRDefault="00F165B5" w14:paraId="0D7599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</w:tcPr>
          <w:p w:rsidRPr="00603A65" w:rsidR="00C7353B" w:rsidP="02C776BB" w:rsidRDefault="00603A65" w14:paraId="73879DCD" w14:textId="441833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2C776BB">
              <w:rPr>
                <w:rFonts w:ascii="Corbel" w:hAnsi="Corbel"/>
                <w:b w:val="0"/>
                <w:smallCaps w:val="0"/>
              </w:rPr>
              <w:t>J</w:t>
            </w:r>
            <w:r w:rsidRPr="02C776BB" w:rsidR="00812E2B">
              <w:rPr>
                <w:rFonts w:ascii="Corbel" w:hAnsi="Corbel"/>
                <w:b w:val="0"/>
                <w:smallCaps w:val="0"/>
              </w:rPr>
              <w:t>es</w:t>
            </w:r>
            <w:r w:rsidRPr="02C776BB">
              <w:rPr>
                <w:rFonts w:ascii="Corbel" w:hAnsi="Corbel"/>
                <w:b w:val="0"/>
                <w:smallCaps w:val="0"/>
              </w:rPr>
              <w:t xml:space="preserve">t </w:t>
            </w:r>
            <w:r w:rsidRPr="02C776BB" w:rsidR="00812E2B">
              <w:rPr>
                <w:rFonts w:ascii="Corbel" w:hAnsi="Corbel"/>
                <w:b w:val="0"/>
                <w:smallCaps w:val="0"/>
              </w:rPr>
              <w:t xml:space="preserve">gotów </w:t>
            </w:r>
            <w:r w:rsidRPr="02C776BB" w:rsidR="005152F7">
              <w:rPr>
                <w:rFonts w:ascii="Corbel" w:hAnsi="Corbel"/>
                <w:b w:val="0"/>
                <w:smallCaps w:val="0"/>
              </w:rPr>
              <w:t xml:space="preserve">prezentowania postawy  odpowiedzialnej i przedsiębiorczej w odniesieniu do kształtowania własnej kariery zawodowej </w:t>
            </w:r>
            <w:r w:rsidRPr="02C776BB" w:rsidR="377EA8A9">
              <w:rPr>
                <w:rFonts w:ascii="Corbel" w:hAnsi="Corbel"/>
                <w:b w:val="0"/>
                <w:smallCaps w:val="0"/>
              </w:rPr>
              <w:t>z zakresu logistyki</w:t>
            </w:r>
          </w:p>
        </w:tc>
        <w:tc>
          <w:tcPr>
            <w:tcW w:w="1873" w:type="dxa"/>
          </w:tcPr>
          <w:p w:rsidRPr="00603A65" w:rsidR="00C7353B" w:rsidP="00E24BDE" w:rsidRDefault="00C7353B" w14:paraId="34BDB876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hAnsi="Corbel" w:eastAsia="Times New Roman" w:cstheme="minorHAnsi"/>
                <w:b w:val="0"/>
                <w:color w:val="000000"/>
                <w:szCs w:val="20"/>
                <w:lang w:eastAsia="pl-PL"/>
              </w:rPr>
              <w:t>K_K05</w:t>
            </w:r>
          </w:p>
        </w:tc>
      </w:tr>
    </w:tbl>
    <w:p w:rsidR="00CD771F" w:rsidP="009C54AE" w:rsidRDefault="00CD771F" w14:paraId="3AC34C96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CF40BA" w:rsidR="0085747A" w:rsidP="009C54AE" w:rsidRDefault="00675843" w14:paraId="451DA33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>3.3</w:t>
      </w:r>
      <w:r w:rsidRPr="00CF40BA" w:rsidR="0085747A">
        <w:rPr>
          <w:rFonts w:ascii="Corbel" w:hAnsi="Corbel"/>
          <w:b/>
          <w:sz w:val="24"/>
          <w:szCs w:val="24"/>
        </w:rPr>
        <w:t>T</w:t>
      </w:r>
      <w:r w:rsidRPr="00CF40BA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CF40BA" w:rsidR="0085747A" w:rsidP="009C54AE" w:rsidRDefault="0085747A" w14:paraId="1D0A4D4B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 xml:space="preserve">Problematyka wykładu </w:t>
      </w:r>
    </w:p>
    <w:p w:rsidRPr="00CF40BA" w:rsidR="00675843" w:rsidP="009C54AE" w:rsidRDefault="00675843" w14:paraId="2F43FC75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CF40BA" w:rsidR="0085747A" w:rsidTr="003A2C6B" w14:paraId="447F0CCB" w14:textId="77777777">
        <w:tc>
          <w:tcPr>
            <w:tcW w:w="9520" w:type="dxa"/>
          </w:tcPr>
          <w:p w:rsidRPr="00CF40BA" w:rsidR="0085747A" w:rsidP="009C54AE" w:rsidRDefault="0085747A" w14:paraId="5E38CF8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CF40BA" w:rsidR="003A2C6B" w:rsidTr="003A2C6B" w14:paraId="6E81DFFB" w14:textId="77777777">
        <w:tc>
          <w:tcPr>
            <w:tcW w:w="9520" w:type="dxa"/>
          </w:tcPr>
          <w:p w:rsidRPr="00CF40BA" w:rsidR="003A2C6B" w:rsidP="003A2C6B" w:rsidRDefault="003A2C6B" w14:paraId="591AA6E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Definicja  logistyki, etapy rozwoju logistyki</w:t>
            </w:r>
          </w:p>
        </w:tc>
      </w:tr>
      <w:tr w:rsidRPr="00CF40BA" w:rsidR="003A2C6B" w:rsidTr="003A2C6B" w14:paraId="02BBD1EE" w14:textId="77777777">
        <w:tc>
          <w:tcPr>
            <w:tcW w:w="9520" w:type="dxa"/>
          </w:tcPr>
          <w:p w:rsidRPr="00CF40BA" w:rsidR="003A2C6B" w:rsidP="003A2C6B" w:rsidRDefault="003A2C6B" w14:paraId="077A87E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Logistyka a strategia konkurencyjności </w:t>
            </w:r>
          </w:p>
        </w:tc>
      </w:tr>
      <w:tr w:rsidRPr="00CF40BA" w:rsidR="003A2C6B" w:rsidTr="003A2C6B" w14:paraId="67FE433B" w14:textId="77777777">
        <w:tc>
          <w:tcPr>
            <w:tcW w:w="9520" w:type="dxa"/>
          </w:tcPr>
          <w:p w:rsidRPr="00CF40BA" w:rsidR="003A2C6B" w:rsidP="003A2C6B" w:rsidRDefault="003A2C6B" w14:paraId="7A714F5B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Pojęcie infrastruktury procesów  logistycznych</w:t>
            </w:r>
          </w:p>
        </w:tc>
      </w:tr>
      <w:tr w:rsidRPr="00CF40BA" w:rsidR="003A2C6B" w:rsidTr="003A2C6B" w14:paraId="06C8268D" w14:textId="77777777">
        <w:tc>
          <w:tcPr>
            <w:tcW w:w="9520" w:type="dxa"/>
          </w:tcPr>
          <w:p w:rsidRPr="00CF40BA" w:rsidR="003A2C6B" w:rsidP="003A2C6B" w:rsidRDefault="003A2C6B" w14:paraId="206611D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lastRenderedPageBreak/>
              <w:t>Infrastruktura transportu</w:t>
            </w:r>
          </w:p>
        </w:tc>
      </w:tr>
      <w:tr w:rsidRPr="00CF40BA" w:rsidR="003A2C6B" w:rsidTr="003A2C6B" w14:paraId="6E7C2EEB" w14:textId="77777777">
        <w:tc>
          <w:tcPr>
            <w:tcW w:w="9520" w:type="dxa"/>
          </w:tcPr>
          <w:p w:rsidRPr="00CF40BA" w:rsidR="003A2C6B" w:rsidP="003A2C6B" w:rsidRDefault="003A2C6B" w14:paraId="477BABD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Infrastruktura magazynowa i manipulacje</w:t>
            </w:r>
          </w:p>
        </w:tc>
      </w:tr>
      <w:tr w:rsidRPr="00CF40BA" w:rsidR="003A2C6B" w:rsidTr="003A2C6B" w14:paraId="629A79E8" w14:textId="77777777">
        <w:tc>
          <w:tcPr>
            <w:tcW w:w="9520" w:type="dxa"/>
          </w:tcPr>
          <w:p w:rsidRPr="00CF40BA" w:rsidR="003A2C6B" w:rsidP="003A2C6B" w:rsidRDefault="003A2C6B" w14:paraId="2D20E91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Opakowania jako składnik infrastruktury procesów logistycznych</w:t>
            </w:r>
          </w:p>
        </w:tc>
      </w:tr>
      <w:tr w:rsidRPr="00CF40BA" w:rsidR="003A2C6B" w:rsidTr="003A2C6B" w14:paraId="4DF95532" w14:textId="77777777">
        <w:tc>
          <w:tcPr>
            <w:tcW w:w="9520" w:type="dxa"/>
          </w:tcPr>
          <w:p w:rsidRPr="00CF40BA" w:rsidR="003A2C6B" w:rsidP="003A2C6B" w:rsidRDefault="003A2C6B" w14:paraId="5B43AAB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Automatyczna identyfikacja towarów</w:t>
            </w:r>
          </w:p>
        </w:tc>
      </w:tr>
    </w:tbl>
    <w:p w:rsidRPr="00CF40BA" w:rsidR="0085747A" w:rsidP="009C54AE" w:rsidRDefault="0085747A" w14:paraId="71463EC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CF40BA" w:rsidR="0085747A" w:rsidP="009C54AE" w:rsidRDefault="0085747A" w14:paraId="2EE30314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CF40BA" w:rsidR="009F4610">
        <w:rPr>
          <w:rFonts w:ascii="Corbel" w:hAnsi="Corbel"/>
          <w:sz w:val="24"/>
          <w:szCs w:val="24"/>
        </w:rPr>
        <w:t xml:space="preserve">, </w:t>
      </w:r>
      <w:r w:rsidRPr="00CF40BA">
        <w:rPr>
          <w:rFonts w:ascii="Corbel" w:hAnsi="Corbel"/>
          <w:sz w:val="24"/>
          <w:szCs w:val="24"/>
        </w:rPr>
        <w:t xml:space="preserve">zajęć praktycznych </w:t>
      </w:r>
    </w:p>
    <w:p w:rsidRPr="00CF40BA" w:rsidR="0085747A" w:rsidP="009C54AE" w:rsidRDefault="0085747A" w14:paraId="55F9E550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CF40BA" w:rsidR="0085747A" w:rsidTr="003A2C6B" w14:paraId="00DF70D2" w14:textId="77777777">
        <w:tc>
          <w:tcPr>
            <w:tcW w:w="9520" w:type="dxa"/>
          </w:tcPr>
          <w:p w:rsidRPr="00CF40BA" w:rsidR="0085747A" w:rsidP="009C54AE" w:rsidRDefault="0085747A" w14:paraId="6EDF201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CF40BA" w:rsidR="003A2C6B" w:rsidTr="003A2C6B" w14:paraId="3F65EC7A" w14:textId="77777777">
        <w:tc>
          <w:tcPr>
            <w:tcW w:w="9520" w:type="dxa"/>
          </w:tcPr>
          <w:p w:rsidRPr="00CF40BA" w:rsidR="003A2C6B" w:rsidP="003A2C6B" w:rsidRDefault="003A2C6B" w14:paraId="16F7E70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System logistyczny w przedsiębiorstwie</w:t>
            </w:r>
          </w:p>
        </w:tc>
      </w:tr>
      <w:tr w:rsidRPr="00CF40BA" w:rsidR="003A2C6B" w:rsidTr="003A2C6B" w14:paraId="2FB1E108" w14:textId="77777777">
        <w:tc>
          <w:tcPr>
            <w:tcW w:w="9520" w:type="dxa"/>
          </w:tcPr>
          <w:p w:rsidRPr="00CF40BA" w:rsidR="003A2C6B" w:rsidP="003A2C6B" w:rsidRDefault="003A2C6B" w14:paraId="442DE4D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Infrastruktura procesów logistycznych</w:t>
            </w:r>
          </w:p>
        </w:tc>
      </w:tr>
      <w:tr w:rsidRPr="00CF40BA" w:rsidR="003A2C6B" w:rsidTr="003A2C6B" w14:paraId="26BED97F" w14:textId="77777777">
        <w:tc>
          <w:tcPr>
            <w:tcW w:w="9520" w:type="dxa"/>
          </w:tcPr>
          <w:p w:rsidRPr="00CF40BA" w:rsidR="003A2C6B" w:rsidP="003A2C6B" w:rsidRDefault="003A2C6B" w14:paraId="5612B53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Logistyka zaopatrzenia, strategie zakupowe</w:t>
            </w:r>
          </w:p>
        </w:tc>
      </w:tr>
      <w:tr w:rsidRPr="00CF40BA" w:rsidR="003A2C6B" w:rsidTr="003A2C6B" w14:paraId="66E78CC5" w14:textId="77777777">
        <w:tc>
          <w:tcPr>
            <w:tcW w:w="9520" w:type="dxa"/>
          </w:tcPr>
          <w:p w:rsidRPr="00CF40BA" w:rsidR="003A2C6B" w:rsidP="003A2C6B" w:rsidRDefault="003A2C6B" w14:paraId="02AAA0CD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dotyczące magazynów i infrastruktura magazynowa</w:t>
            </w:r>
          </w:p>
        </w:tc>
      </w:tr>
      <w:tr w:rsidRPr="00CF40BA" w:rsidR="003A2C6B" w:rsidTr="003A2C6B" w14:paraId="7A477977" w14:textId="77777777">
        <w:tc>
          <w:tcPr>
            <w:tcW w:w="9520" w:type="dxa"/>
          </w:tcPr>
          <w:p w:rsidRPr="00CF40BA" w:rsidR="003A2C6B" w:rsidP="003A2C6B" w:rsidRDefault="003A2C6B" w14:paraId="5C10598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Obsługa klienta</w:t>
            </w:r>
          </w:p>
        </w:tc>
      </w:tr>
      <w:tr w:rsidRPr="00CF40BA" w:rsidR="003A2C6B" w:rsidTr="003A2C6B" w14:paraId="13E692BB" w14:textId="77777777">
        <w:tc>
          <w:tcPr>
            <w:tcW w:w="9520" w:type="dxa"/>
          </w:tcPr>
          <w:p w:rsidRPr="00CF40BA" w:rsidR="003A2C6B" w:rsidP="003A2C6B" w:rsidRDefault="003A2C6B" w14:paraId="230BB9E0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transportowe i infrastruktura dotyczące transportu</w:t>
            </w:r>
          </w:p>
        </w:tc>
      </w:tr>
      <w:tr w:rsidRPr="00CF40BA" w:rsidR="003A2C6B" w:rsidTr="003A2C6B" w14:paraId="4CB77EBD" w14:textId="77777777">
        <w:tc>
          <w:tcPr>
            <w:tcW w:w="9520" w:type="dxa"/>
          </w:tcPr>
          <w:p w:rsidRPr="00CF40BA" w:rsidR="003A2C6B" w:rsidP="003A2C6B" w:rsidRDefault="003A2C6B" w14:paraId="0F97C6EF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dotyczące zapasów</w:t>
            </w:r>
          </w:p>
        </w:tc>
      </w:tr>
      <w:tr w:rsidRPr="00CF40BA" w:rsidR="003A2C6B" w:rsidTr="003A2C6B" w14:paraId="4B5BCE2E" w14:textId="77777777">
        <w:tc>
          <w:tcPr>
            <w:tcW w:w="9520" w:type="dxa"/>
          </w:tcPr>
          <w:p w:rsidRPr="00CF40BA" w:rsidR="003A2C6B" w:rsidP="003A2C6B" w:rsidRDefault="003A2C6B" w14:paraId="3685F02D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Opakowania, EAN, RFID</w:t>
            </w:r>
          </w:p>
        </w:tc>
      </w:tr>
      <w:tr w:rsidRPr="00CF40BA" w:rsidR="003A2C6B" w:rsidTr="003A2C6B" w14:paraId="058141D1" w14:textId="77777777">
        <w:tc>
          <w:tcPr>
            <w:tcW w:w="9520" w:type="dxa"/>
          </w:tcPr>
          <w:p w:rsidRPr="00CF40BA" w:rsidR="003A2C6B" w:rsidP="003A2C6B" w:rsidRDefault="003A2C6B" w14:paraId="1C01A0C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Logistyka produkcji i dystrybucji</w:t>
            </w:r>
          </w:p>
        </w:tc>
      </w:tr>
      <w:tr w:rsidRPr="00CF40BA" w:rsidR="003A2C6B" w:rsidTr="003A2C6B" w14:paraId="44115B68" w14:textId="77777777">
        <w:tc>
          <w:tcPr>
            <w:tcW w:w="9520" w:type="dxa"/>
          </w:tcPr>
          <w:p w:rsidRPr="00CF40BA" w:rsidR="003A2C6B" w:rsidP="003A2C6B" w:rsidRDefault="003A2C6B" w14:paraId="4AC6B4C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Zintegrowane kształtowanie przepływów logistycznych</w:t>
            </w:r>
          </w:p>
        </w:tc>
      </w:tr>
      <w:tr w:rsidRPr="00CF40BA" w:rsidR="003A2C6B" w:rsidTr="003A2C6B" w14:paraId="51DCA14A" w14:textId="77777777">
        <w:tc>
          <w:tcPr>
            <w:tcW w:w="9520" w:type="dxa"/>
          </w:tcPr>
          <w:p w:rsidRPr="00CF40BA" w:rsidR="003A2C6B" w:rsidP="003A2C6B" w:rsidRDefault="003A2C6B" w14:paraId="68EC71F5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Kierunki rozwoju logistyki </w:t>
            </w:r>
          </w:p>
        </w:tc>
      </w:tr>
    </w:tbl>
    <w:p w:rsidRPr="00CF40BA" w:rsidR="0085747A" w:rsidP="009C54AE" w:rsidRDefault="0085747A" w14:paraId="1824733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CF40BA" w:rsidR="0085747A" w:rsidP="009C54AE" w:rsidRDefault="009F4610" w14:paraId="4963FA70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>3.4 Metody dydaktyczne</w:t>
      </w:r>
    </w:p>
    <w:p w:rsidRPr="00CF40BA" w:rsidR="0085747A" w:rsidP="009C54AE" w:rsidRDefault="0085747A" w14:paraId="1B8B7A2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E37FD" w:rsidR="00AE37FD" w:rsidP="00AE37FD" w:rsidRDefault="00AE37FD" w14:paraId="26F95C4D" w14:textId="7777777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AE37FD">
        <w:rPr>
          <w:rFonts w:ascii="Corbel" w:hAnsi="Corbel"/>
          <w:b w:val="0"/>
          <w:iCs/>
          <w:smallCaps w:val="0"/>
          <w:szCs w:val="24"/>
        </w:rPr>
        <w:t>Wykład: wykład problemowy, wykład z prezentacją multimedialną</w:t>
      </w:r>
    </w:p>
    <w:p w:rsidRPr="00AE37FD" w:rsidR="00AE37FD" w:rsidP="00AE37FD" w:rsidRDefault="00AE37FD" w14:paraId="4756C193" w14:textId="7777777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AE37FD">
        <w:rPr>
          <w:rFonts w:ascii="Corbel" w:hAnsi="Corbel"/>
          <w:b w:val="0"/>
          <w:iCs/>
          <w:smallCaps w:val="0"/>
          <w:szCs w:val="24"/>
        </w:rPr>
        <w:t xml:space="preserve">Ćwiczenia: analiza tekstów z dyskusją, praca w grupach (rozwiązywanie zadań, dyskusja) </w:t>
      </w:r>
    </w:p>
    <w:p w:rsidRPr="00CF40BA" w:rsidR="00E960BB" w:rsidP="009C54AE" w:rsidRDefault="00E960BB" w14:paraId="21C7D2A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CF40BA" w:rsidR="0085747A" w:rsidP="009C54AE" w:rsidRDefault="00C61DC5" w14:paraId="09E95D6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 </w:t>
      </w:r>
      <w:r w:rsidRPr="00CF40BA" w:rsidR="0085747A">
        <w:rPr>
          <w:rFonts w:ascii="Corbel" w:hAnsi="Corbel"/>
          <w:smallCaps w:val="0"/>
          <w:szCs w:val="24"/>
        </w:rPr>
        <w:t>METODY I KRYTERIA OCENY</w:t>
      </w:r>
    </w:p>
    <w:p w:rsidRPr="00CF40BA" w:rsidR="00923D7D" w:rsidP="009C54AE" w:rsidRDefault="00923D7D" w14:paraId="58B0571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CF40BA" w:rsidR="0085747A" w:rsidP="009C54AE" w:rsidRDefault="0085747A" w14:paraId="0009C2B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4.1 Sposoby weryfikacji efektów </w:t>
      </w:r>
      <w:r w:rsidRPr="00CF40BA" w:rsidR="00C05F44">
        <w:rPr>
          <w:rFonts w:ascii="Corbel" w:hAnsi="Corbel"/>
          <w:smallCaps w:val="0"/>
          <w:szCs w:val="24"/>
        </w:rPr>
        <w:t>uczenia się</w:t>
      </w:r>
    </w:p>
    <w:p w:rsidRPr="00CF40BA" w:rsidR="0085747A" w:rsidP="009C54AE" w:rsidRDefault="0085747A" w14:paraId="117F59D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CF40BA" w:rsidR="0085747A" w:rsidTr="00C43866" w14:paraId="1074DBE8" w14:textId="77777777">
        <w:tc>
          <w:tcPr>
            <w:tcW w:w="1962" w:type="dxa"/>
            <w:vAlign w:val="center"/>
          </w:tcPr>
          <w:p w:rsidRPr="00CF40BA" w:rsidR="0085747A" w:rsidP="009C54AE" w:rsidRDefault="0071620A" w14:paraId="5DA58C6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CF40BA" w:rsidR="0085747A" w:rsidP="003A0E00" w:rsidRDefault="00F974DA" w14:paraId="39C1583B" w14:textId="600C26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:rsidRPr="00CF40BA" w:rsidR="0085747A" w:rsidP="003A0E00" w:rsidRDefault="0085747A" w14:paraId="66A62F63" w14:textId="76A11E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Pr="00CF40BA" w:rsidR="00C43866" w:rsidTr="00C43866" w14:paraId="47420F7E" w14:textId="77777777">
        <w:tc>
          <w:tcPr>
            <w:tcW w:w="1962" w:type="dxa"/>
          </w:tcPr>
          <w:p w:rsidRPr="00CF40BA" w:rsidR="00C43866" w:rsidP="00C43866" w:rsidRDefault="00C43866" w14:paraId="6E251F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F40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:rsidRPr="003A0E00" w:rsidR="00C43866" w:rsidP="00C43866" w:rsidRDefault="00C43866" w14:paraId="212A27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:rsidRPr="003A0E00" w:rsidR="00C43866" w:rsidP="00E24BDE" w:rsidRDefault="00C43866" w14:paraId="694CED8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Pr="00CF40BA" w:rsidR="00C43866" w:rsidTr="00C43866" w14:paraId="5905CE40" w14:textId="77777777">
        <w:tc>
          <w:tcPr>
            <w:tcW w:w="1962" w:type="dxa"/>
          </w:tcPr>
          <w:p w:rsidRPr="00CF40BA" w:rsidR="00C43866" w:rsidP="00C43866" w:rsidRDefault="00C43866" w14:paraId="4C5923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Pr="003A0E00" w:rsidR="00C43866" w:rsidP="00C43866" w:rsidRDefault="00C43866" w14:paraId="12AEE21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:rsidRPr="003A0E00" w:rsidR="00C43866" w:rsidP="00E24BDE" w:rsidRDefault="00C43866" w14:paraId="5A2503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Pr="00CF40BA" w:rsidR="00C43866" w:rsidTr="00C43866" w14:paraId="1AF420D2" w14:textId="77777777">
        <w:tc>
          <w:tcPr>
            <w:tcW w:w="1962" w:type="dxa"/>
          </w:tcPr>
          <w:p w:rsidRPr="00CF40BA" w:rsidR="00C43866" w:rsidP="00C43866" w:rsidRDefault="00C43866" w14:paraId="4EC656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:rsidRPr="003A0E00" w:rsidR="00C43866" w:rsidP="00C43866" w:rsidRDefault="00C43866" w14:paraId="29F234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:rsidRPr="003A0E00" w:rsidR="00C43866" w:rsidP="00E24BDE" w:rsidRDefault="00C43866" w14:paraId="4BD08E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Pr="00CF40BA" w:rsidR="00C43866" w:rsidTr="00C43866" w14:paraId="21414174" w14:textId="77777777">
        <w:tc>
          <w:tcPr>
            <w:tcW w:w="1962" w:type="dxa"/>
          </w:tcPr>
          <w:p w:rsidRPr="00CF40BA" w:rsidR="00C43866" w:rsidP="00C43866" w:rsidRDefault="00C43866" w14:paraId="229BE7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:rsidRPr="003A0E00" w:rsidR="00C43866" w:rsidP="00C43866" w:rsidRDefault="00C43866" w14:paraId="520C80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:rsidRPr="003A0E00" w:rsidR="00C43866" w:rsidP="00E24BDE" w:rsidRDefault="00C43866" w14:paraId="4498494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Pr="00CF40BA" w:rsidR="00C43866" w:rsidTr="00C43866" w14:paraId="07414E09" w14:textId="77777777">
        <w:tc>
          <w:tcPr>
            <w:tcW w:w="1962" w:type="dxa"/>
          </w:tcPr>
          <w:p w:rsidRPr="00CF40BA" w:rsidR="00C43866" w:rsidP="00C43866" w:rsidRDefault="00C43866" w14:paraId="5F78CC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:rsidRPr="003A0E00" w:rsidR="00C43866" w:rsidP="00C43866" w:rsidRDefault="00C43866" w14:paraId="38403C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:rsidRPr="003A0E00" w:rsidR="00C43866" w:rsidP="00E24BDE" w:rsidRDefault="00C43866" w14:paraId="136AE78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Pr="00CF40BA" w:rsidR="00C43866" w:rsidTr="00C43866" w14:paraId="51E69A11" w14:textId="77777777">
        <w:tc>
          <w:tcPr>
            <w:tcW w:w="1962" w:type="dxa"/>
          </w:tcPr>
          <w:p w:rsidRPr="00CF40BA" w:rsidR="00C43866" w:rsidP="00C43866" w:rsidRDefault="00C43866" w14:paraId="6F5B6B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:rsidRPr="003A0E00" w:rsidR="00C43866" w:rsidP="00C43866" w:rsidRDefault="00620FFA" w14:paraId="2146BB4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3A0E00" w:rsidR="00C43866" w:rsidP="00E24BDE" w:rsidRDefault="00C43866" w14:paraId="318B8E8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Pr="00CF40BA" w:rsidR="00C43866" w:rsidTr="00C43866" w14:paraId="6BE0A0B1" w14:textId="77777777">
        <w:tc>
          <w:tcPr>
            <w:tcW w:w="1962" w:type="dxa"/>
          </w:tcPr>
          <w:p w:rsidRPr="00CF40BA" w:rsidR="00C43866" w:rsidP="00C43866" w:rsidRDefault="00C43866" w14:paraId="16B168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</w:tcPr>
          <w:p w:rsidRPr="003A0E00" w:rsidR="00C43866" w:rsidP="00C43866" w:rsidRDefault="00620FFA" w14:paraId="2F0886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3A0E00" w:rsidR="00C43866" w:rsidP="00E24BDE" w:rsidRDefault="00C43866" w14:paraId="75196FB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Pr="00CF40BA" w:rsidR="00C43866" w:rsidTr="00C43866" w14:paraId="231CA0F6" w14:textId="77777777">
        <w:tc>
          <w:tcPr>
            <w:tcW w:w="1962" w:type="dxa"/>
          </w:tcPr>
          <w:p w:rsidRPr="00CF40BA" w:rsidR="00C43866" w:rsidP="00C43866" w:rsidRDefault="00C43866" w14:paraId="23818A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441" w:type="dxa"/>
          </w:tcPr>
          <w:p w:rsidRPr="003A0E00" w:rsidR="00C43866" w:rsidP="00C43866" w:rsidRDefault="00620FFA" w14:paraId="3B9925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3A0E00" w:rsidR="00C43866" w:rsidP="00E24BDE" w:rsidRDefault="00C43866" w14:paraId="7D4A369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Pr="00CF40BA" w:rsidR="00C43866" w:rsidTr="00C43866" w14:paraId="429106A4" w14:textId="77777777">
        <w:tc>
          <w:tcPr>
            <w:tcW w:w="1962" w:type="dxa"/>
          </w:tcPr>
          <w:p w:rsidRPr="00CF40BA" w:rsidR="00C43866" w:rsidP="00C43866" w:rsidRDefault="00C43866" w14:paraId="1C57C5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5441" w:type="dxa"/>
          </w:tcPr>
          <w:p w:rsidRPr="003A0E00" w:rsidR="00C43866" w:rsidP="00C43866" w:rsidRDefault="00620FFA" w14:paraId="6E303D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3A0E00" w:rsidR="00C43866" w:rsidP="00E24BDE" w:rsidRDefault="00C43866" w14:paraId="4BA98CF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:rsidR="00923D7D" w:rsidP="009C54AE" w:rsidRDefault="00923D7D" w14:paraId="50B89C8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CF40BA" w:rsidR="003A0E00" w:rsidP="009C54AE" w:rsidRDefault="003A0E00" w14:paraId="1E20DA3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CF40BA" w:rsidR="0085747A" w:rsidP="009C54AE" w:rsidRDefault="003E1941" w14:paraId="555A479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4.2 </w:t>
      </w:r>
      <w:r w:rsidRPr="00CF40BA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CF40BA" w:rsidR="00923D7D" w:rsidP="009C54AE" w:rsidRDefault="00923D7D" w14:paraId="0379C74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CF40BA" w:rsidR="0085747A" w:rsidTr="52BC86A0" w14:paraId="0C02E7D1" w14:textId="77777777">
        <w:tc>
          <w:tcPr>
            <w:tcW w:w="9670" w:type="dxa"/>
            <w:tcMar/>
          </w:tcPr>
          <w:p w:rsidRPr="00CF40BA" w:rsidR="007510EE" w:rsidP="003A0E00" w:rsidRDefault="007510EE" w14:paraId="5BDFDC9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Ocena egzaminacyjna na podstawie pracy pisemnej. </w:t>
            </w:r>
          </w:p>
          <w:p w:rsidRPr="00CF40BA" w:rsidR="0085747A" w:rsidP="58A5195E" w:rsidRDefault="007510EE" w14:paraId="666D7A0E" w14:textId="64BEDA11">
            <w:pPr>
              <w:spacing w:after="0" w:line="240" w:lineRule="auto"/>
              <w:rPr>
                <w:rFonts w:ascii="Corbel" w:hAnsi="Corbel"/>
                <w:b/>
                <w:bCs/>
                <w:smallCaps/>
              </w:rPr>
            </w:pPr>
            <w:r w:rsidRPr="58A5195E">
              <w:rPr>
                <w:rFonts w:ascii="Corbel" w:hAnsi="Corbel"/>
                <w:sz w:val="24"/>
                <w:szCs w:val="24"/>
              </w:rPr>
              <w:t>Zaliczenie ćwiczeń na podstawie testu sprawdzającego oraz aktywności na ćwiczeniach. Zaliczenie w formie testowo-opisowej</w:t>
            </w:r>
          </w:p>
          <w:p w:rsidRPr="00CF40BA" w:rsidR="0085747A" w:rsidP="58A5195E" w:rsidRDefault="2C91790C" w14:paraId="282DD221" w14:textId="72E7A50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2BC86A0" w:rsidR="2C91790C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:rsidRPr="00CF40BA" w:rsidR="0085747A" w:rsidP="52BC86A0" w:rsidRDefault="2C91790C" w14:paraId="44F527C1" w14:noSpellErr="1" w14:textId="1511AC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CF40BA" w:rsidR="0085747A" w:rsidP="009C54AE" w:rsidRDefault="0085747A" w14:paraId="6683E21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CF40BA" w:rsidR="009F4610" w:rsidP="009C54AE" w:rsidRDefault="0085747A" w14:paraId="6C8569C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 xml:space="preserve">5. </w:t>
      </w:r>
      <w:r w:rsidRPr="00CF40BA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CF40BA" w:rsidR="0085747A" w:rsidP="009C54AE" w:rsidRDefault="0085747A" w14:paraId="553857A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CF40BA" w:rsidR="0085747A" w:rsidTr="007510EE" w14:paraId="0F50112A" w14:textId="77777777">
        <w:tc>
          <w:tcPr>
            <w:tcW w:w="4902" w:type="dxa"/>
            <w:vAlign w:val="center"/>
          </w:tcPr>
          <w:p w:rsidRPr="00CF40BA" w:rsidR="0085747A" w:rsidP="009C54AE" w:rsidRDefault="00C61DC5" w14:paraId="6D868F0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CF40BA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F40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CF40BA" w:rsidR="0085747A" w:rsidP="009C54AE" w:rsidRDefault="00C61DC5" w14:paraId="5E2A140D" w14:textId="1BFF11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CF40BA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4BD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F40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CF40BA" w:rsidR="007510EE" w:rsidTr="007510EE" w14:paraId="30C09009" w14:textId="77777777">
        <w:tc>
          <w:tcPr>
            <w:tcW w:w="4902" w:type="dxa"/>
          </w:tcPr>
          <w:p w:rsidRPr="00CF40BA" w:rsidR="007510EE" w:rsidP="007510EE" w:rsidRDefault="007510EE" w14:paraId="0DAF34F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:rsidRPr="00CF40BA" w:rsidR="007510EE" w:rsidP="007510EE" w:rsidRDefault="007929D5" w14:paraId="158F2D1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Pr="00CF40BA" w:rsidR="007510EE" w:rsidTr="007510EE" w14:paraId="011B60AF" w14:textId="77777777">
        <w:tc>
          <w:tcPr>
            <w:tcW w:w="4902" w:type="dxa"/>
          </w:tcPr>
          <w:p w:rsidRPr="00CF40BA" w:rsidR="007510EE" w:rsidP="007510EE" w:rsidRDefault="007510EE" w14:paraId="66627F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CF40BA" w:rsidR="007510EE" w:rsidP="007510EE" w:rsidRDefault="007510EE" w14:paraId="6BB7219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Pr="00CF40BA" w:rsidR="007510EE" w:rsidP="007510EE" w:rsidRDefault="007929D5" w14:paraId="6B8FA78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CF40BA" w:rsidR="007510EE" w:rsidTr="007510EE" w14:paraId="7CF1D688" w14:textId="77777777">
        <w:tc>
          <w:tcPr>
            <w:tcW w:w="4902" w:type="dxa"/>
          </w:tcPr>
          <w:p w:rsidRPr="00CF40BA" w:rsidR="007510EE" w:rsidP="003A0E00" w:rsidRDefault="007510EE" w14:paraId="7163988D" w14:textId="11D29B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F40B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F40BA">
              <w:rPr>
                <w:rFonts w:ascii="Corbel" w:hAnsi="Corbel"/>
                <w:sz w:val="24"/>
                <w:szCs w:val="24"/>
              </w:rPr>
              <w:t xml:space="preserve"> –przygotowanie do zajęć, </w:t>
            </w:r>
            <w:r w:rsidR="006C694B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CF40BA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18" w:type="dxa"/>
          </w:tcPr>
          <w:p w:rsidRPr="00CF40BA" w:rsidR="007510EE" w:rsidP="007510EE" w:rsidRDefault="007929D5" w14:paraId="14E0538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Pr="00CF40BA" w:rsidR="007510E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CF40BA" w:rsidR="007510EE" w:rsidTr="007510EE" w14:paraId="483E5944" w14:textId="77777777">
        <w:tc>
          <w:tcPr>
            <w:tcW w:w="4902" w:type="dxa"/>
          </w:tcPr>
          <w:p w:rsidRPr="00CF40BA" w:rsidR="007510EE" w:rsidP="007510EE" w:rsidRDefault="007510EE" w14:paraId="64C013D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CF40BA" w:rsidR="007510EE" w:rsidP="007510EE" w:rsidRDefault="007510EE" w14:paraId="37C629C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CF40BA" w:rsidR="007510EE" w:rsidTr="007510EE" w14:paraId="79026EDA" w14:textId="77777777">
        <w:tc>
          <w:tcPr>
            <w:tcW w:w="4902" w:type="dxa"/>
          </w:tcPr>
          <w:p w:rsidRPr="00CF40BA" w:rsidR="007510EE" w:rsidP="007510EE" w:rsidRDefault="007510EE" w14:paraId="1AF35D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CF40BA" w:rsidR="007510EE" w:rsidP="007510EE" w:rsidRDefault="007510EE" w14:paraId="055A6C8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CF40BA" w:rsidR="0085747A" w:rsidP="009C54AE" w:rsidRDefault="00923D7D" w14:paraId="6D638C0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F40BA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CF40BA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CF40BA" w:rsidR="003E1941" w:rsidP="009C54AE" w:rsidRDefault="003E1941" w14:paraId="1F005CB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CF40BA" w:rsidR="0085747A" w:rsidP="009C54AE" w:rsidRDefault="0071620A" w14:paraId="6BF270E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6. </w:t>
      </w:r>
      <w:r w:rsidRPr="00CF40BA" w:rsidR="0085747A">
        <w:rPr>
          <w:rFonts w:ascii="Corbel" w:hAnsi="Corbel"/>
          <w:smallCaps w:val="0"/>
          <w:szCs w:val="24"/>
        </w:rPr>
        <w:t>PRAKTYKI ZAWO</w:t>
      </w:r>
      <w:r w:rsidRPr="00CF40BA" w:rsidR="009D3F3B">
        <w:rPr>
          <w:rFonts w:ascii="Corbel" w:hAnsi="Corbel"/>
          <w:smallCaps w:val="0"/>
          <w:szCs w:val="24"/>
        </w:rPr>
        <w:t>DOWE W RAMACH PRZEDMIOTU</w:t>
      </w:r>
    </w:p>
    <w:p w:rsidRPr="00CF40BA" w:rsidR="0085747A" w:rsidP="009C54AE" w:rsidRDefault="0085747A" w14:paraId="4EE37C75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Pr="00CF40BA" w:rsidR="0085747A" w:rsidTr="003A0E00" w14:paraId="5D8EF026" w14:textId="77777777">
        <w:trPr>
          <w:trHeight w:val="397"/>
        </w:trPr>
        <w:tc>
          <w:tcPr>
            <w:tcW w:w="4082" w:type="dxa"/>
          </w:tcPr>
          <w:p w:rsidRPr="00CF40BA" w:rsidR="0085747A" w:rsidP="009C54AE" w:rsidRDefault="0085747A" w14:paraId="082A63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Pr="00CF40BA" w:rsidR="0085747A" w:rsidP="003A0E00" w:rsidRDefault="003A0E00" w14:paraId="5D2E8AC8" w14:textId="4795A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CF40BA" w:rsidR="0085747A" w:rsidTr="003A0E00" w14:paraId="125E0E53" w14:textId="77777777">
        <w:trPr>
          <w:trHeight w:val="397"/>
        </w:trPr>
        <w:tc>
          <w:tcPr>
            <w:tcW w:w="4082" w:type="dxa"/>
          </w:tcPr>
          <w:p w:rsidRPr="00CF40BA" w:rsidR="0085747A" w:rsidP="009C54AE" w:rsidRDefault="0085747A" w14:paraId="4F9FC5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Pr="00CF40BA" w:rsidR="0085747A" w:rsidP="003A0E00" w:rsidRDefault="003A0E00" w14:paraId="3F6149EE" w14:textId="52C48B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CF40BA" w:rsidR="003E1941" w:rsidP="009C54AE" w:rsidRDefault="003E1941" w14:paraId="3D5837F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CF40BA" w:rsidR="0085747A" w:rsidP="009C54AE" w:rsidRDefault="00675843" w14:paraId="7C686A0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7. </w:t>
      </w:r>
      <w:r w:rsidRPr="00CF40BA" w:rsidR="0085747A">
        <w:rPr>
          <w:rFonts w:ascii="Corbel" w:hAnsi="Corbel"/>
          <w:smallCaps w:val="0"/>
          <w:szCs w:val="24"/>
        </w:rPr>
        <w:t>LITERATURA</w:t>
      </w:r>
    </w:p>
    <w:p w:rsidRPr="00CF40BA" w:rsidR="00675843" w:rsidP="009C54AE" w:rsidRDefault="00675843" w14:paraId="4CB78FB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CF40BA" w:rsidR="0085747A" w:rsidTr="58A5195E" w14:paraId="34463501" w14:textId="77777777">
        <w:trPr>
          <w:trHeight w:val="397"/>
        </w:trPr>
        <w:tc>
          <w:tcPr>
            <w:tcW w:w="9497" w:type="dxa"/>
          </w:tcPr>
          <w:p w:rsidR="003A0E00" w:rsidP="003A0E00" w:rsidRDefault="0085747A" w14:paraId="0443F01B" w14:textId="77777777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Literatura podstawowa:</w:t>
            </w:r>
            <w:r w:rsidRPr="00CF40BA" w:rsidR="00D72147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  <w:p w:rsidRPr="003A0E00" w:rsidR="0085747A" w:rsidP="6EA32474" w:rsidRDefault="00D72147" w14:paraId="7B83D9D9" w14:textId="10E7763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6EA32474">
              <w:rPr>
                <w:rFonts w:ascii="Corbel" w:hAnsi="Corbel"/>
              </w:rPr>
              <w:t xml:space="preserve">Logistyka / Radosław Śliwka, Wojciech Rokicki, Tomasz </w:t>
            </w:r>
            <w:proofErr w:type="spellStart"/>
            <w:r w:rsidRPr="6EA32474">
              <w:rPr>
                <w:rFonts w:ascii="Corbel" w:hAnsi="Corbel"/>
              </w:rPr>
              <w:t>Lus</w:t>
            </w:r>
            <w:proofErr w:type="spellEnd"/>
            <w:r w:rsidRPr="6EA32474">
              <w:rPr>
                <w:rFonts w:ascii="Corbel" w:hAnsi="Corbel"/>
              </w:rPr>
              <w:t xml:space="preserve">. - Wyd. 1 - </w:t>
            </w:r>
            <w:proofErr w:type="spellStart"/>
            <w:r w:rsidRPr="6EA32474">
              <w:rPr>
                <w:rFonts w:ascii="Corbel" w:hAnsi="Corbel"/>
              </w:rPr>
              <w:t>dodr</w:t>
            </w:r>
            <w:proofErr w:type="spellEnd"/>
            <w:r w:rsidRPr="6EA32474">
              <w:rPr>
                <w:rFonts w:ascii="Corbel" w:hAnsi="Corbel"/>
              </w:rPr>
              <w:t>. 1. - Warszawa : Wydawnictwo Naukowe PWN SA, 2018</w:t>
            </w:r>
          </w:p>
          <w:p w:rsidRPr="003A0E00" w:rsidR="0085747A" w:rsidP="6EA32474" w:rsidRDefault="5DF313E6" w14:paraId="3F5B7FE4" w14:textId="2484962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6EA32474">
              <w:t xml:space="preserve">Logistyka nowoczesnej gospodarki magazynowej / Andrzej Szymonik, Daniel Chudzik. - Warszawa : </w:t>
            </w:r>
            <w:proofErr w:type="spellStart"/>
            <w:r w:rsidRPr="6EA32474">
              <w:t>Difin</w:t>
            </w:r>
            <w:proofErr w:type="spellEnd"/>
            <w:r w:rsidRPr="6EA32474">
              <w:t>, 2018</w:t>
            </w:r>
          </w:p>
        </w:tc>
      </w:tr>
      <w:tr w:rsidRPr="00CF40BA" w:rsidR="0085747A" w:rsidTr="58A5195E" w14:paraId="2B8A5E09" w14:textId="77777777">
        <w:trPr>
          <w:trHeight w:val="397"/>
        </w:trPr>
        <w:tc>
          <w:tcPr>
            <w:tcW w:w="9497" w:type="dxa"/>
          </w:tcPr>
          <w:p w:rsidR="003A0E00" w:rsidP="003A0E00" w:rsidRDefault="0085747A" w14:paraId="7E11750F" w14:textId="77777777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 xml:space="preserve">Literatura uzupełniająca: </w:t>
            </w:r>
          </w:p>
          <w:p w:rsidRPr="003A0E00" w:rsidR="0085747A" w:rsidP="58A5195E" w:rsidRDefault="2EF14221" w14:paraId="3FCC3987" w14:textId="4E07596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 w:eastAsia="Corbel" w:cs="Corbel"/>
                <w:b/>
                <w:bCs/>
                <w:i/>
                <w:iCs/>
                <w:smallCaps/>
                <w:color w:val="000000" w:themeColor="text1"/>
              </w:rPr>
            </w:pPr>
            <w:r w:rsidRPr="58A5195E">
              <w:rPr>
                <w:rFonts w:ascii="Corbel" w:hAnsi="Corbel"/>
              </w:rPr>
              <w:t xml:space="preserve">Informatyka dla potrzeb logistyka(i) / Andrzej Szymonik. - Warszawa : </w:t>
            </w:r>
            <w:proofErr w:type="spellStart"/>
            <w:r w:rsidRPr="58A5195E">
              <w:rPr>
                <w:rFonts w:ascii="Corbel" w:hAnsi="Corbel"/>
              </w:rPr>
              <w:t>Difin</w:t>
            </w:r>
            <w:proofErr w:type="spellEnd"/>
            <w:r w:rsidRPr="58A5195E">
              <w:rPr>
                <w:rFonts w:ascii="Corbel" w:hAnsi="Corbel"/>
              </w:rPr>
              <w:t>, 2015</w:t>
            </w:r>
          </w:p>
          <w:p w:rsidRPr="003A0E00" w:rsidR="0085747A" w:rsidP="58A5195E" w:rsidRDefault="603E2F41" w14:paraId="7E4933B9" w14:textId="14CC08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 w:eastAsia="Corbel" w:cs="Corbel"/>
                <w:b/>
                <w:bCs/>
                <w:i/>
                <w:iCs/>
                <w:color w:val="000000" w:themeColor="text1"/>
              </w:rPr>
            </w:pPr>
            <w:r w:rsidRPr="58A5195E">
              <w:rPr>
                <w:rFonts w:ascii="Corbel" w:hAnsi="Corbel"/>
              </w:rPr>
              <w:t xml:space="preserve">Logistyka i transport w ujęciu systemowym / Zdzisław </w:t>
            </w:r>
            <w:proofErr w:type="spellStart"/>
            <w:r w:rsidRPr="58A5195E">
              <w:rPr>
                <w:rFonts w:ascii="Corbel" w:hAnsi="Corbel"/>
              </w:rPr>
              <w:t>Kordel</w:t>
            </w:r>
            <w:proofErr w:type="spellEnd"/>
            <w:r w:rsidRPr="58A5195E">
              <w:rPr>
                <w:rFonts w:ascii="Corbel" w:hAnsi="Corbel"/>
              </w:rPr>
              <w:t xml:space="preserve">, Andrzej Kuriata. - Warszawa : </w:t>
            </w:r>
            <w:proofErr w:type="spellStart"/>
            <w:r w:rsidRPr="58A5195E">
              <w:rPr>
                <w:rFonts w:ascii="Corbel" w:hAnsi="Corbel"/>
              </w:rPr>
              <w:t>CeDeWu</w:t>
            </w:r>
            <w:proofErr w:type="spellEnd"/>
            <w:r w:rsidRPr="58A5195E">
              <w:rPr>
                <w:rFonts w:ascii="Corbel" w:hAnsi="Corbel"/>
              </w:rPr>
              <w:t>, 2018</w:t>
            </w:r>
          </w:p>
          <w:p w:rsidRPr="003A0E00" w:rsidR="0085747A" w:rsidP="58A5195E" w:rsidRDefault="55FE89FF" w14:paraId="48BD91AC" w14:textId="536EB7E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 w:eastAsia="Corbel" w:cs="Corbel"/>
                <w:b/>
                <w:bCs/>
                <w:i/>
                <w:iCs/>
                <w:color w:val="000000" w:themeColor="text1"/>
              </w:rPr>
            </w:pPr>
            <w:r w:rsidRPr="58A5195E">
              <w:rPr>
                <w:rFonts w:ascii="Corbel" w:hAnsi="Corbel"/>
              </w:rPr>
              <w:t xml:space="preserve">Surmacz T., Logistyka i zarządzanie łańcuchami dostaw, [w:] Dominik Zimon (red.), Logistyka stosowana, Warszawa 2015, Wydawnictwo </w:t>
            </w:r>
            <w:proofErr w:type="spellStart"/>
            <w:r w:rsidRPr="58A5195E">
              <w:rPr>
                <w:rFonts w:ascii="Corbel" w:hAnsi="Corbel"/>
              </w:rPr>
              <w:t>CeDeWu</w:t>
            </w:r>
            <w:proofErr w:type="spellEnd"/>
            <w:r w:rsidRPr="58A5195E">
              <w:rPr>
                <w:rFonts w:ascii="Corbel" w:hAnsi="Corbel"/>
              </w:rPr>
              <w:t>, s. 11-29, ISBN: 978-83-7556-809-7</w:t>
            </w:r>
          </w:p>
        </w:tc>
      </w:tr>
    </w:tbl>
    <w:p w:rsidRPr="00CF40BA" w:rsidR="0085747A" w:rsidP="009C54AE" w:rsidRDefault="0085747A" w14:paraId="76463DF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CF40BA" w:rsidR="0085747A" w:rsidP="009C54AE" w:rsidRDefault="0085747A" w14:paraId="7FC4C7A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CF40BA" w:rsidR="0085747A" w:rsidP="00F83B28" w:rsidRDefault="0085747A" w14:paraId="3B2C737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F40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CF40BA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02CFD" w:rsidP="00C16ABF" w:rsidRDefault="00202CFD" w14:paraId="642BAE68" w14:textId="77777777">
      <w:pPr>
        <w:spacing w:after="0" w:line="240" w:lineRule="auto"/>
      </w:pPr>
      <w:r>
        <w:separator/>
      </w:r>
    </w:p>
  </w:endnote>
  <w:endnote w:type="continuationSeparator" w:id="0">
    <w:p w:rsidR="00202CFD" w:rsidP="00C16ABF" w:rsidRDefault="00202CFD" w14:paraId="69B0531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02CFD" w:rsidP="00C16ABF" w:rsidRDefault="00202CFD" w14:paraId="2CFDEB71" w14:textId="77777777">
      <w:pPr>
        <w:spacing w:after="0" w:line="240" w:lineRule="auto"/>
      </w:pPr>
      <w:r>
        <w:separator/>
      </w:r>
    </w:p>
  </w:footnote>
  <w:footnote w:type="continuationSeparator" w:id="0">
    <w:p w:rsidR="00202CFD" w:rsidP="00C16ABF" w:rsidRDefault="00202CFD" w14:paraId="002E2043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1BBDBAE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C6F5961"/>
    <w:multiLevelType w:val="hybridMultilevel"/>
    <w:tmpl w:val="8D766FE4"/>
    <w:lvl w:ilvl="0" w:tplc="DA825CC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A553CE"/>
    <w:multiLevelType w:val="hybridMultilevel"/>
    <w:tmpl w:val="0052A720"/>
    <w:lvl w:ilvl="0" w:tplc="ED5CA5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proofState w:spelling="clean" w:grammar="dirty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2CFD"/>
    <w:rsid w:val="002144C0"/>
    <w:rsid w:val="00215FA7"/>
    <w:rsid w:val="0022477D"/>
    <w:rsid w:val="002278A9"/>
    <w:rsid w:val="002336F9"/>
    <w:rsid w:val="0024028F"/>
    <w:rsid w:val="00244ABC"/>
    <w:rsid w:val="002450B8"/>
    <w:rsid w:val="00281FF2"/>
    <w:rsid w:val="002857DE"/>
    <w:rsid w:val="00291567"/>
    <w:rsid w:val="002A22BF"/>
    <w:rsid w:val="002A2389"/>
    <w:rsid w:val="002A671D"/>
    <w:rsid w:val="002A7D05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0E00"/>
    <w:rsid w:val="003A1176"/>
    <w:rsid w:val="003A2C6B"/>
    <w:rsid w:val="003A4B6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18E4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567"/>
    <w:rsid w:val="004D5282"/>
    <w:rsid w:val="004F1551"/>
    <w:rsid w:val="004F55A3"/>
    <w:rsid w:val="0050496F"/>
    <w:rsid w:val="00513B6F"/>
    <w:rsid w:val="005152F7"/>
    <w:rsid w:val="00517C63"/>
    <w:rsid w:val="00527076"/>
    <w:rsid w:val="005363C4"/>
    <w:rsid w:val="00536BDE"/>
    <w:rsid w:val="00543ACC"/>
    <w:rsid w:val="0056696D"/>
    <w:rsid w:val="00574E9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A65"/>
    <w:rsid w:val="0061029B"/>
    <w:rsid w:val="00617230"/>
    <w:rsid w:val="00620FFA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694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07C"/>
    <w:rsid w:val="00745302"/>
    <w:rsid w:val="007461D6"/>
    <w:rsid w:val="00746EC8"/>
    <w:rsid w:val="007510EE"/>
    <w:rsid w:val="00763BF1"/>
    <w:rsid w:val="00766FD4"/>
    <w:rsid w:val="0078168C"/>
    <w:rsid w:val="00787C2A"/>
    <w:rsid w:val="00790E27"/>
    <w:rsid w:val="007929D5"/>
    <w:rsid w:val="007A4022"/>
    <w:rsid w:val="007A6E6E"/>
    <w:rsid w:val="007C3299"/>
    <w:rsid w:val="007C3BCC"/>
    <w:rsid w:val="007C4546"/>
    <w:rsid w:val="007C4A14"/>
    <w:rsid w:val="007D5448"/>
    <w:rsid w:val="007D6E56"/>
    <w:rsid w:val="007F4155"/>
    <w:rsid w:val="00807CE3"/>
    <w:rsid w:val="00810481"/>
    <w:rsid w:val="00812E2B"/>
    <w:rsid w:val="00814596"/>
    <w:rsid w:val="0081554D"/>
    <w:rsid w:val="0081707E"/>
    <w:rsid w:val="00841CDC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7726"/>
    <w:rsid w:val="00984B23"/>
    <w:rsid w:val="00991867"/>
    <w:rsid w:val="00995BA1"/>
    <w:rsid w:val="00997F14"/>
    <w:rsid w:val="009A78D9"/>
    <w:rsid w:val="009C05E0"/>
    <w:rsid w:val="009C3E31"/>
    <w:rsid w:val="009C54AE"/>
    <w:rsid w:val="009C788E"/>
    <w:rsid w:val="009C7A72"/>
    <w:rsid w:val="009D3F3B"/>
    <w:rsid w:val="009E0543"/>
    <w:rsid w:val="009E3B41"/>
    <w:rsid w:val="009F3C5C"/>
    <w:rsid w:val="009F4610"/>
    <w:rsid w:val="00A00ECC"/>
    <w:rsid w:val="00A0367B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7FD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5B49"/>
    <w:rsid w:val="00C058B4"/>
    <w:rsid w:val="00C05F44"/>
    <w:rsid w:val="00C131B5"/>
    <w:rsid w:val="00C16ABF"/>
    <w:rsid w:val="00C170AE"/>
    <w:rsid w:val="00C26CB7"/>
    <w:rsid w:val="00C324C1"/>
    <w:rsid w:val="00C36992"/>
    <w:rsid w:val="00C43866"/>
    <w:rsid w:val="00C56036"/>
    <w:rsid w:val="00C61DC5"/>
    <w:rsid w:val="00C67E92"/>
    <w:rsid w:val="00C70A26"/>
    <w:rsid w:val="00C7353B"/>
    <w:rsid w:val="00C766DF"/>
    <w:rsid w:val="00C94B98"/>
    <w:rsid w:val="00CA2B96"/>
    <w:rsid w:val="00CA5089"/>
    <w:rsid w:val="00CA56E5"/>
    <w:rsid w:val="00CD6897"/>
    <w:rsid w:val="00CD771F"/>
    <w:rsid w:val="00CE5BAC"/>
    <w:rsid w:val="00CF25BE"/>
    <w:rsid w:val="00CF40BA"/>
    <w:rsid w:val="00CF78ED"/>
    <w:rsid w:val="00D02B25"/>
    <w:rsid w:val="00D02EBA"/>
    <w:rsid w:val="00D17C3C"/>
    <w:rsid w:val="00D26B2C"/>
    <w:rsid w:val="00D352C9"/>
    <w:rsid w:val="00D425B2"/>
    <w:rsid w:val="00D428D6"/>
    <w:rsid w:val="00D4310D"/>
    <w:rsid w:val="00D552B2"/>
    <w:rsid w:val="00D608D1"/>
    <w:rsid w:val="00D72147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4A6"/>
    <w:rsid w:val="00E129B8"/>
    <w:rsid w:val="00E21E7D"/>
    <w:rsid w:val="00E22FBC"/>
    <w:rsid w:val="00E24BDE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7B72"/>
    <w:rsid w:val="00ED03AB"/>
    <w:rsid w:val="00ED32D2"/>
    <w:rsid w:val="00EE32DE"/>
    <w:rsid w:val="00EE5457"/>
    <w:rsid w:val="00F070AB"/>
    <w:rsid w:val="00F165B5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C776BB"/>
    <w:rsid w:val="0483403D"/>
    <w:rsid w:val="0663A82D"/>
    <w:rsid w:val="0F8CF38A"/>
    <w:rsid w:val="1210AEF1"/>
    <w:rsid w:val="12322505"/>
    <w:rsid w:val="1AB0FFD6"/>
    <w:rsid w:val="20F12608"/>
    <w:rsid w:val="2C91790C"/>
    <w:rsid w:val="2EF14221"/>
    <w:rsid w:val="3548A07C"/>
    <w:rsid w:val="377EA8A9"/>
    <w:rsid w:val="4ED8C17A"/>
    <w:rsid w:val="52BC86A0"/>
    <w:rsid w:val="55FE89FF"/>
    <w:rsid w:val="58A5195E"/>
    <w:rsid w:val="5DF313E6"/>
    <w:rsid w:val="603E2F41"/>
    <w:rsid w:val="6EA32474"/>
    <w:rsid w:val="71DED7B6"/>
    <w:rsid w:val="76BD9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8AEA3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6C694B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6C694B"/>
  </w:style>
  <w:style w:type="character" w:styleId="spellingerror" w:customStyle="1">
    <w:name w:val="spellingerror"/>
    <w:basedOn w:val="Domylnaczcionkaakapitu"/>
    <w:rsid w:val="006C694B"/>
  </w:style>
  <w:style w:type="character" w:styleId="eop" w:customStyle="1">
    <w:name w:val="eop"/>
    <w:basedOn w:val="Domylnaczcionkaakapitu"/>
    <w:rsid w:val="006C6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6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501CF-2E6C-4A0A-AD17-D9B17B56BC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E81480-0D94-4616-8192-6CED641414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6296B3-DC53-4FC9-9AC3-C3707F31D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94A914-5764-4F10-BE50-D1780D854B6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Surmacz Tomasz</lastModifiedBy>
  <revision>20</revision>
  <lastPrinted>2019-02-06T12:12:00.0000000Z</lastPrinted>
  <dcterms:created xsi:type="dcterms:W3CDTF">2020-11-22T00:06:00.0000000Z</dcterms:created>
  <dcterms:modified xsi:type="dcterms:W3CDTF">2020-12-14T17:57:42.4994070Z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